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1F3B4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445C82B5" w:rsidR="000A542B" w:rsidRPr="00BB0491" w:rsidRDefault="00254AFB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Kindergarten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Supply List       </w:t>
                </w:r>
              </w:p>
            </w:sdtContent>
          </w:sdt>
          <w:p w14:paraId="19905A83" w14:textId="146EF84D" w:rsidR="000A542B" w:rsidRPr="00BB0491" w:rsidRDefault="00000000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 w:rsidR="007D10CA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 w:rsidR="007D10CA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000000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000000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645373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000000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28416969" w:rsidR="00EE05CC" w:rsidRPr="00F50010" w:rsidRDefault="00000000" w:rsidP="00314942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867480378"/>
                <w:placeholder>
                  <w:docPart w:val="4C4936DE81A24F1D823C0E80995F3780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1</w:t>
                </w:r>
                <w:r w:rsidR="002A40EB">
                  <w:rPr>
                    <w:sz w:val="24"/>
                    <w:szCs w:val="60"/>
                  </w:rPr>
                  <w:t>2</w:t>
                </w:r>
                <w:r w:rsidR="00BB0491" w:rsidRPr="00F50010">
                  <w:rPr>
                    <w:sz w:val="24"/>
                    <w:szCs w:val="60"/>
                  </w:rPr>
                  <w:t xml:space="preserve"> plain </w:t>
                </w:r>
                <w:r w:rsidR="00B55CF3">
                  <w:rPr>
                    <w:sz w:val="24"/>
                    <w:szCs w:val="60"/>
                  </w:rPr>
                  <w:t xml:space="preserve">yellow </w:t>
                </w:r>
                <w:r w:rsidR="00BB0491" w:rsidRPr="00F50010">
                  <w:rPr>
                    <w:sz w:val="24"/>
                    <w:szCs w:val="60"/>
                  </w:rPr>
                  <w:t>#2 pencils (no mechanical</w:t>
                </w:r>
                <w:r w:rsidR="00B55CF3">
                  <w:rPr>
                    <w:sz w:val="24"/>
                    <w:szCs w:val="60"/>
                  </w:rPr>
                  <w:t>/no designs</w:t>
                </w:r>
                <w:r w:rsidR="00BB0491" w:rsidRPr="00F50010">
                  <w:rPr>
                    <w:sz w:val="24"/>
                    <w:szCs w:val="60"/>
                  </w:rPr>
                  <w:t>)</w:t>
                </w:r>
              </w:sdtContent>
            </w:sdt>
            <w:r w:rsidR="00007525" w:rsidRPr="00F50010">
              <w:rPr>
                <w:sz w:val="24"/>
                <w:szCs w:val="60"/>
              </w:rPr>
              <w:t xml:space="preserve"> </w:t>
            </w:r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000000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06200EF6" w:rsidR="00DB2EDA" w:rsidRPr="00F50010" w:rsidRDefault="009C142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6</w:t>
            </w:r>
            <w:r w:rsidR="00BB0491" w:rsidRPr="00F50010">
              <w:rPr>
                <w:sz w:val="24"/>
                <w:szCs w:val="60"/>
              </w:rPr>
              <w:t xml:space="preserve"> glue sticks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77777777" w:rsidR="00DB2EDA" w:rsidRDefault="00000000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405DFA9F" w:rsidR="00DB2EDA" w:rsidRPr="00F50010" w:rsidRDefault="009C142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inch </w:t>
            </w:r>
            <w:r w:rsidR="006B4FBA">
              <w:rPr>
                <w:sz w:val="24"/>
                <w:szCs w:val="60"/>
              </w:rPr>
              <w:t xml:space="preserve">3 ring </w:t>
            </w:r>
            <w:r>
              <w:rPr>
                <w:sz w:val="24"/>
                <w:szCs w:val="60"/>
              </w:rPr>
              <w:t>binder</w:t>
            </w:r>
            <w:r w:rsidR="00BC7D47">
              <w:rPr>
                <w:sz w:val="24"/>
                <w:szCs w:val="60"/>
              </w:rPr>
              <w:t xml:space="preserve"> </w:t>
            </w:r>
          </w:p>
        </w:tc>
      </w:tr>
      <w:tr w:rsidR="00DB2EDA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DB2EDA" w:rsidRDefault="00000000" w:rsidP="00314942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63040284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box of </w:t>
            </w:r>
            <w:r w:rsidR="00ED491A">
              <w:rPr>
                <w:sz w:val="24"/>
                <w:szCs w:val="60"/>
              </w:rPr>
              <w:t xml:space="preserve">crayons </w:t>
            </w:r>
          </w:p>
        </w:tc>
      </w:tr>
      <w:tr w:rsidR="00DB2EDA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DB2EDA" w:rsidRDefault="00000000" w:rsidP="00314942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66B5598B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</w:t>
            </w:r>
            <w:r w:rsidR="002C76CF">
              <w:rPr>
                <w:sz w:val="24"/>
                <w:szCs w:val="60"/>
              </w:rPr>
              <w:t>pack of</w:t>
            </w:r>
            <w:r w:rsidRPr="00F50010">
              <w:rPr>
                <w:sz w:val="24"/>
                <w:szCs w:val="60"/>
              </w:rPr>
              <w:t xml:space="preserve"> </w:t>
            </w:r>
            <w:r w:rsidR="00B55CF3">
              <w:rPr>
                <w:sz w:val="24"/>
                <w:szCs w:val="60"/>
              </w:rPr>
              <w:t>markers</w:t>
            </w:r>
          </w:p>
        </w:tc>
      </w:tr>
      <w:tr w:rsidR="00DB2EDA" w14:paraId="3F6E2FA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B6A5E6" w14:textId="3BCB3C36" w:rsidR="00DB2EDA" w:rsidRDefault="00000000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-5579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701851D" w14:textId="71EA2B88" w:rsidR="00BB0491" w:rsidRPr="00F50010" w:rsidRDefault="00B55CF3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pack of </w:t>
            </w:r>
            <w:r w:rsidR="0041161F">
              <w:rPr>
                <w:sz w:val="24"/>
                <w:szCs w:val="60"/>
              </w:rPr>
              <w:t xml:space="preserve">black </w:t>
            </w:r>
            <w:r>
              <w:rPr>
                <w:sz w:val="24"/>
                <w:szCs w:val="60"/>
              </w:rPr>
              <w:t>dry erase markers</w:t>
            </w:r>
          </w:p>
          <w:p w14:paraId="660741A4" w14:textId="7D728A29" w:rsidR="00BB0491" w:rsidRPr="00F50010" w:rsidRDefault="00BB0491" w:rsidP="00314942">
            <w:pPr>
              <w:rPr>
                <w:sz w:val="24"/>
                <w:szCs w:val="60"/>
              </w:rPr>
            </w:pPr>
          </w:p>
        </w:tc>
      </w:tr>
      <w:tr w:rsidR="00314942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78A83C3C" w:rsidR="00314942" w:rsidRDefault="00000000" w:rsidP="00314942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0E72E509" w:rsidR="00314942" w:rsidRPr="00F50010" w:rsidRDefault="006A79AA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Water color paints </w:t>
            </w:r>
          </w:p>
        </w:tc>
      </w:tr>
      <w:tr w:rsidR="006A79AA" w14:paraId="015B7573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6C53270" w14:textId="46FDD3AF" w:rsidR="006A79AA" w:rsidRDefault="00000000" w:rsidP="00314942">
            <w:pPr>
              <w:pStyle w:val="CheckMarks"/>
            </w:pPr>
            <w:sdt>
              <w:sdtPr>
                <w:id w:val="15001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16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62CD7B2" w14:textId="1C969AD7" w:rsidR="0041161F" w:rsidRDefault="006A79AA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Scissors </w:t>
            </w:r>
          </w:p>
        </w:tc>
      </w:tr>
      <w:tr w:rsidR="0041161F" w14:paraId="1E69B185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1A5D6E2" w14:textId="4FCF7601" w:rsidR="0041161F" w:rsidRDefault="00000000" w:rsidP="00314942">
            <w:pPr>
              <w:pStyle w:val="CheckMarks"/>
            </w:pPr>
            <w:sdt>
              <w:sdtPr>
                <w:id w:val="15180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16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2317531" w14:textId="56791174" w:rsidR="0041161F" w:rsidRDefault="00C15EB5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Box of tissues</w:t>
            </w:r>
          </w:p>
        </w:tc>
      </w:tr>
      <w:tr w:rsidR="0041161F" w14:paraId="0A460DA9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4F5B7F1" w14:textId="22962F93" w:rsidR="0041161F" w:rsidRDefault="00000000" w:rsidP="00314942">
            <w:pPr>
              <w:pStyle w:val="CheckMarks"/>
            </w:pPr>
            <w:sdt>
              <w:sdtPr>
                <w:id w:val="203090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116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19E8AF8" w14:textId="0C74FE0B" w:rsidR="0041161F" w:rsidRDefault="00C15EB5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Disinfectant wipes</w:t>
            </w:r>
          </w:p>
        </w:tc>
      </w:tr>
    </w:tbl>
    <w:p w14:paraId="01271C46" w14:textId="45A07FB8" w:rsidR="005E7187" w:rsidRPr="00E478C4" w:rsidRDefault="00314942" w:rsidP="00C569AF">
      <w:pPr>
        <w:rPr>
          <w:color w:val="37A7E9" w:themeColor="accent6" w:themeShade="BF"/>
          <w:sz w:val="16"/>
          <w:szCs w:val="16"/>
        </w:rPr>
      </w:pPr>
      <w:r>
        <w:rPr>
          <w:color w:val="37A7E9" w:themeColor="accent6" w:themeShade="BF"/>
          <w:sz w:val="16"/>
          <w:szCs w:val="16"/>
        </w:rPr>
        <w:br w:type="textWrapping" w:clear="all"/>
      </w:r>
      <w:r w:rsidR="008634FE">
        <w:rPr>
          <w:color w:val="37A7E9" w:themeColor="accent6" w:themeShade="BF"/>
          <w:sz w:val="16"/>
          <w:szCs w:val="16"/>
        </w:rPr>
        <w:t xml:space="preserve">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000000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1E5149ED" w:rsidR="000519A5" w:rsidRPr="00F50010" w:rsidRDefault="00C9421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Baby wipes</w:t>
            </w:r>
          </w:p>
        </w:tc>
      </w:tr>
      <w:tr w:rsidR="000519A5" w14:paraId="0DA6123A" w14:textId="77777777" w:rsidTr="00F50010">
        <w:trPr>
          <w:trHeight w:val="450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DB8B2FE" w14:textId="68A9588F" w:rsidR="000519A5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72753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491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956451C" w14:textId="2F34E980" w:rsidR="00BA074A" w:rsidRPr="00F50010" w:rsidRDefault="00BB0491" w:rsidP="00BB0491">
            <w:pPr>
              <w:pStyle w:val="bullet"/>
              <w:numPr>
                <w:ilvl w:val="0"/>
                <w:numId w:val="0"/>
              </w:num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Extra </w:t>
            </w:r>
            <w:r w:rsidR="00C9421E">
              <w:rPr>
                <w:sz w:val="24"/>
                <w:szCs w:val="60"/>
              </w:rPr>
              <w:t xml:space="preserve">black </w:t>
            </w:r>
            <w:r w:rsidRPr="00F50010">
              <w:rPr>
                <w:sz w:val="24"/>
                <w:szCs w:val="60"/>
              </w:rPr>
              <w:t>dry erase markers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F381482" w14:textId="4AB61B78" w:rsidR="00B1723F" w:rsidRDefault="00652200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Washable paint</w:t>
            </w:r>
          </w:p>
          <w:p w14:paraId="5D4DFAF9" w14:textId="704C8757" w:rsidR="00254AFB" w:rsidRPr="00F50010" w:rsidRDefault="00254AFB" w:rsidP="000A542B">
            <w:pPr>
              <w:rPr>
                <w:sz w:val="24"/>
                <w:szCs w:val="60"/>
              </w:rPr>
            </w:pPr>
          </w:p>
        </w:tc>
      </w:tr>
      <w:tr w:rsidR="00254AFB" w14:paraId="10549FD6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CC99E43" w14:textId="77EE8A0D" w:rsidR="00254AFB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id w:val="85616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C9587D" w14:textId="0B3C4D28" w:rsidR="00254AFB" w:rsidRPr="00F50010" w:rsidRDefault="00254AFB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Paper towels</w:t>
            </w:r>
          </w:p>
        </w:tc>
      </w:tr>
      <w:tr w:rsidR="00254AFB" w14:paraId="2C16D9EF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52CE6AE" w14:textId="187CEE7D" w:rsidR="00254AFB" w:rsidRDefault="00000000" w:rsidP="00DB2EDA">
            <w:pPr>
              <w:pStyle w:val="CheckMarks"/>
            </w:pPr>
            <w:sdt>
              <w:sdtPr>
                <w:id w:val="1241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69A64B9" w14:textId="7F762F92" w:rsidR="00254AFB" w:rsidRDefault="00254AFB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Gallon and sandwich size zip lock bags</w:t>
            </w:r>
          </w:p>
        </w:tc>
      </w:tr>
    </w:tbl>
    <w:p w14:paraId="7F3336B9" w14:textId="77777777" w:rsidR="00895F6E" w:rsidRDefault="00895F6E" w:rsidP="00C569AF">
      <w:pPr>
        <w:rPr>
          <w:color w:val="37A7E9" w:themeColor="accent6" w:themeShade="BF"/>
        </w:rPr>
      </w:pPr>
    </w:p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BE9CD" w14:textId="77777777" w:rsidR="00ED6235" w:rsidRDefault="00ED6235" w:rsidP="00600433">
      <w:pPr>
        <w:spacing w:after="0" w:line="240" w:lineRule="auto"/>
      </w:pPr>
      <w:r>
        <w:separator/>
      </w:r>
    </w:p>
  </w:endnote>
  <w:endnote w:type="continuationSeparator" w:id="0">
    <w:p w14:paraId="48C8BC57" w14:textId="77777777" w:rsidR="00ED6235" w:rsidRDefault="00ED6235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562F9" w14:textId="77777777" w:rsidR="00ED6235" w:rsidRDefault="00ED6235" w:rsidP="00600433">
      <w:pPr>
        <w:spacing w:after="0" w:line="240" w:lineRule="auto"/>
      </w:pPr>
      <w:r>
        <w:separator/>
      </w:r>
    </w:p>
  </w:footnote>
  <w:footnote w:type="continuationSeparator" w:id="0">
    <w:p w14:paraId="5F8D03B8" w14:textId="77777777" w:rsidR="00ED6235" w:rsidRDefault="00ED6235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519A5"/>
    <w:rsid w:val="0009278F"/>
    <w:rsid w:val="00097195"/>
    <w:rsid w:val="000A542B"/>
    <w:rsid w:val="000A6672"/>
    <w:rsid w:val="000B3CF4"/>
    <w:rsid w:val="00101810"/>
    <w:rsid w:val="00140295"/>
    <w:rsid w:val="00170B79"/>
    <w:rsid w:val="00186558"/>
    <w:rsid w:val="001F79E1"/>
    <w:rsid w:val="002038EE"/>
    <w:rsid w:val="002212B4"/>
    <w:rsid w:val="00223B25"/>
    <w:rsid w:val="00254AFB"/>
    <w:rsid w:val="0026678F"/>
    <w:rsid w:val="00281399"/>
    <w:rsid w:val="002914B0"/>
    <w:rsid w:val="002940F2"/>
    <w:rsid w:val="002A40EB"/>
    <w:rsid w:val="002C76CF"/>
    <w:rsid w:val="003010D4"/>
    <w:rsid w:val="00306551"/>
    <w:rsid w:val="00314942"/>
    <w:rsid w:val="00333046"/>
    <w:rsid w:val="00336B37"/>
    <w:rsid w:val="0035513C"/>
    <w:rsid w:val="00383305"/>
    <w:rsid w:val="00387C68"/>
    <w:rsid w:val="003D32BC"/>
    <w:rsid w:val="003E0EB3"/>
    <w:rsid w:val="003E3E9A"/>
    <w:rsid w:val="003E4F05"/>
    <w:rsid w:val="003E651E"/>
    <w:rsid w:val="0041161F"/>
    <w:rsid w:val="00497A88"/>
    <w:rsid w:val="004B6A64"/>
    <w:rsid w:val="00534A3E"/>
    <w:rsid w:val="00573F02"/>
    <w:rsid w:val="00596FC9"/>
    <w:rsid w:val="005D608A"/>
    <w:rsid w:val="005E7187"/>
    <w:rsid w:val="00600433"/>
    <w:rsid w:val="0061593B"/>
    <w:rsid w:val="00636194"/>
    <w:rsid w:val="00652200"/>
    <w:rsid w:val="0066288D"/>
    <w:rsid w:val="006644C3"/>
    <w:rsid w:val="00693182"/>
    <w:rsid w:val="006A79AA"/>
    <w:rsid w:val="006A7D77"/>
    <w:rsid w:val="006B4388"/>
    <w:rsid w:val="006B4FBA"/>
    <w:rsid w:val="006C0713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A409D"/>
    <w:rsid w:val="007D10CA"/>
    <w:rsid w:val="007D5EF1"/>
    <w:rsid w:val="007F2BDE"/>
    <w:rsid w:val="00835706"/>
    <w:rsid w:val="00854EFF"/>
    <w:rsid w:val="00855314"/>
    <w:rsid w:val="008634FE"/>
    <w:rsid w:val="008872F8"/>
    <w:rsid w:val="00892BC8"/>
    <w:rsid w:val="00895F6E"/>
    <w:rsid w:val="008B5D98"/>
    <w:rsid w:val="008F18ED"/>
    <w:rsid w:val="00900F6C"/>
    <w:rsid w:val="00946665"/>
    <w:rsid w:val="00993F05"/>
    <w:rsid w:val="00994363"/>
    <w:rsid w:val="009A49B7"/>
    <w:rsid w:val="009A5B55"/>
    <w:rsid w:val="009A7F28"/>
    <w:rsid w:val="009B6F5A"/>
    <w:rsid w:val="009C1420"/>
    <w:rsid w:val="009E6888"/>
    <w:rsid w:val="00A50C31"/>
    <w:rsid w:val="00A60A36"/>
    <w:rsid w:val="00A70168"/>
    <w:rsid w:val="00A80998"/>
    <w:rsid w:val="00A930ED"/>
    <w:rsid w:val="00AC5A9E"/>
    <w:rsid w:val="00B057F2"/>
    <w:rsid w:val="00B1723F"/>
    <w:rsid w:val="00B30C18"/>
    <w:rsid w:val="00B4640B"/>
    <w:rsid w:val="00B55CF3"/>
    <w:rsid w:val="00B60E79"/>
    <w:rsid w:val="00B6182B"/>
    <w:rsid w:val="00BA074A"/>
    <w:rsid w:val="00BA176A"/>
    <w:rsid w:val="00BA4BC4"/>
    <w:rsid w:val="00BB0491"/>
    <w:rsid w:val="00BB77DE"/>
    <w:rsid w:val="00BB7F30"/>
    <w:rsid w:val="00BC7D47"/>
    <w:rsid w:val="00BE2AB7"/>
    <w:rsid w:val="00BE4BAA"/>
    <w:rsid w:val="00BF58AC"/>
    <w:rsid w:val="00C127EB"/>
    <w:rsid w:val="00C15EB5"/>
    <w:rsid w:val="00C4595C"/>
    <w:rsid w:val="00C55D16"/>
    <w:rsid w:val="00C569AF"/>
    <w:rsid w:val="00C61897"/>
    <w:rsid w:val="00C8063B"/>
    <w:rsid w:val="00C9421E"/>
    <w:rsid w:val="00CC2EB9"/>
    <w:rsid w:val="00D171AC"/>
    <w:rsid w:val="00D329F1"/>
    <w:rsid w:val="00D555BF"/>
    <w:rsid w:val="00D561ED"/>
    <w:rsid w:val="00D63EA5"/>
    <w:rsid w:val="00D64AE6"/>
    <w:rsid w:val="00D70D36"/>
    <w:rsid w:val="00DB1D49"/>
    <w:rsid w:val="00DB2EDA"/>
    <w:rsid w:val="00DE1986"/>
    <w:rsid w:val="00DF7858"/>
    <w:rsid w:val="00E31FF3"/>
    <w:rsid w:val="00E478C4"/>
    <w:rsid w:val="00E72DBD"/>
    <w:rsid w:val="00E81499"/>
    <w:rsid w:val="00EA1CE4"/>
    <w:rsid w:val="00ED491A"/>
    <w:rsid w:val="00ED6235"/>
    <w:rsid w:val="00ED6584"/>
    <w:rsid w:val="00EE05CC"/>
    <w:rsid w:val="00F1423A"/>
    <w:rsid w:val="00F1790A"/>
    <w:rsid w:val="00F40DEC"/>
    <w:rsid w:val="00F50010"/>
    <w:rsid w:val="00FA1C41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3059B1" w:rsidRDefault="003059B1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3059B1" w:rsidRDefault="003059B1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3059B1" w:rsidRDefault="003059B1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4C4936DE81A24F1D823C0E80995F3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B88E-D3D1-4439-BC56-761FE9701051}"/>
      </w:docPartPr>
      <w:docPartBody>
        <w:p w:rsidR="003059B1" w:rsidRDefault="003059B1">
          <w:pPr>
            <w:pStyle w:val="4C4936DE81A24F1D823C0E80995F3780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3059B1" w:rsidRDefault="003059B1">
          <w:pPr>
            <w:pStyle w:val="B9F7C611B696406BB412DB9952341252"/>
          </w:pPr>
          <w:r w:rsidRPr="000A542B">
            <w:t>Manage homework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3059B1"/>
    <w:rsid w:val="00573F02"/>
    <w:rsid w:val="006E0785"/>
    <w:rsid w:val="009E6888"/>
    <w:rsid w:val="00B34954"/>
    <w:rsid w:val="00CC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4C4936DE81A24F1D823C0E80995F3780">
    <w:name w:val="4C4936DE81A24F1D823C0E80995F3780"/>
  </w:style>
  <w:style w:type="paragraph" w:customStyle="1" w:styleId="B9F7C611B696406BB412DB9952341252">
    <w:name w:val="B9F7C611B696406BB412DB99523412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2023-06-12T16:50:00Z</dcterms:created>
  <dcterms:modified xsi:type="dcterms:W3CDTF">2025-07-23T14:05:00Z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