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FAA66" w14:textId="77777777" w:rsidR="00170B79" w:rsidRPr="000A542B" w:rsidRDefault="0075782F" w:rsidP="000A542B">
      <w:pPr>
        <w:spacing w:after="0"/>
        <w:rPr>
          <w:sz w:val="8"/>
          <w:szCs w:val="10"/>
        </w:rPr>
      </w:pPr>
      <w:r w:rsidRPr="000A542B">
        <w:rPr>
          <w:noProof/>
          <w:sz w:val="8"/>
          <w:szCs w:val="10"/>
        </w:rPr>
        <mc:AlternateContent>
          <mc:Choice Requires="wps">
            <w:drawing>
              <wp:anchor distT="0" distB="0" distL="114300" distR="114300" simplePos="0" relativeHeight="251912192" behindDoc="1" locked="1" layoutInCell="1" allowOverlap="1" wp14:anchorId="40A53F4E" wp14:editId="1E7A6D2D">
                <wp:simplePos x="0" y="0"/>
                <wp:positionH relativeFrom="column">
                  <wp:posOffset>-685800</wp:posOffset>
                </wp:positionH>
                <wp:positionV relativeFrom="paragraph">
                  <wp:posOffset>-374650</wp:posOffset>
                </wp:positionV>
                <wp:extent cx="7772400" cy="2139696"/>
                <wp:effectExtent l="0" t="0" r="0" b="0"/>
                <wp:wrapNone/>
                <wp:docPr id="1042080679" name="Rectangl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2139696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C4FB1F" id="Rectangle 1" o:spid="_x0000_s1026" alt="&quot;&quot;" style="position:absolute;margin-left:-54pt;margin-top:-29.5pt;width:612pt;height:168.5pt;z-index:-251404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" fillcolor="#c8a6f9 [3205]" stroked="f">
                <w10:anchorlock/>
              </v:rect>
            </w:pict>
          </mc:Fallback>
        </mc:AlternateContent>
      </w:r>
    </w:p>
    <w:tbl>
      <w:tblPr>
        <w:tblW w:w="0" w:type="auto"/>
        <w:tblLook w:val="0600" w:firstRow="0" w:lastRow="0" w:firstColumn="0" w:lastColumn="0" w:noHBand="1" w:noVBand="1"/>
      </w:tblPr>
      <w:tblGrid>
        <w:gridCol w:w="2226"/>
        <w:gridCol w:w="7854"/>
      </w:tblGrid>
      <w:tr w:rsidR="000A542B" w14:paraId="51ED044B" w14:textId="77777777" w:rsidTr="000A542B">
        <w:tc>
          <w:tcPr>
            <w:tcW w:w="2226" w:type="dxa"/>
          </w:tcPr>
          <w:p w14:paraId="6D58DC33" w14:textId="77777777" w:rsidR="000A542B" w:rsidRDefault="000A542B" w:rsidP="00C569AF">
            <w:r>
              <w:rPr>
                <w:noProof/>
              </w:rPr>
              <w:drawing>
                <wp:inline distT="0" distB="0" distL="0" distR="0" wp14:anchorId="59BB2905" wp14:editId="7C217E34">
                  <wp:extent cx="1273175" cy="1325880"/>
                  <wp:effectExtent l="0" t="0" r="3175" b="7620"/>
                  <wp:docPr id="2020422896" name="Picture 2" descr="pencil and paper ic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20422896" name="Picture 2" descr="pencil and paper icon"/>
                          <pic:cNvPicPr/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1273175" cy="13258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54" w:type="dxa"/>
          </w:tcPr>
          <w:sdt>
            <w:sdtPr>
              <w:id w:val="-313712982"/>
              <w:placeholder>
                <w:docPart w:val="8818EDC82C0442CF8BBFB6AB99D2481F"/>
              </w:placeholder>
              <w15:appearance w15:val="hidden"/>
            </w:sdtPr>
            <w:sdtEndPr>
              <w:rPr>
                <w:rFonts w:ascii="Century Gothic" w:hAnsi="Century Gothic"/>
              </w:rPr>
            </w:sdtEndPr>
            <w:sdtContent>
              <w:p w14:paraId="6D5097F4" w14:textId="77777777" w:rsidR="00BB0491" w:rsidRDefault="00BB0491" w:rsidP="00BB0491">
                <w:pPr>
                  <w:jc w:val="center"/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</w:pPr>
                <w:r w:rsidRPr="00BB0491"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 xml:space="preserve">Pleasant Plains Elementary </w:t>
                </w:r>
              </w:p>
              <w:p w14:paraId="050485DE" w14:textId="3BD4C520" w:rsidR="000A542B" w:rsidRPr="00BB0491" w:rsidRDefault="0034613C" w:rsidP="00BB0491">
                <w:pPr>
                  <w:jc w:val="center"/>
                  <w:rPr>
                    <w:rFonts w:ascii="Century Gothic" w:hAnsi="Century Gothic"/>
                  </w:rPr>
                </w:pPr>
                <w:r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>3</w:t>
                </w:r>
                <w:r w:rsidRPr="0034613C">
                  <w:rPr>
                    <w:rFonts w:ascii="Century Gothic" w:hAnsi="Century Gothic" w:cs="Times New Roman"/>
                    <w:b/>
                    <w:sz w:val="40"/>
                    <w:szCs w:val="40"/>
                    <w:vertAlign w:val="superscript"/>
                  </w:rPr>
                  <w:t>rd</w:t>
                </w:r>
                <w:r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 xml:space="preserve"> Grade</w:t>
                </w:r>
                <w:r w:rsidR="00BB0491" w:rsidRPr="00BB0491">
                  <w:rPr>
                    <w:rFonts w:ascii="Century Gothic" w:hAnsi="Century Gothic" w:cs="Times New Roman"/>
                    <w:b/>
                    <w:sz w:val="40"/>
                    <w:szCs w:val="40"/>
                  </w:rPr>
                  <w:t xml:space="preserve"> Supply List       </w:t>
                </w:r>
              </w:p>
            </w:sdtContent>
          </w:sdt>
          <w:p w14:paraId="19905A83" w14:textId="5C3ACDFA" w:rsidR="000A542B" w:rsidRPr="00BB0491" w:rsidRDefault="002147BF" w:rsidP="00BB0491">
            <w:pPr>
              <w:pStyle w:val="Subhead"/>
              <w:jc w:val="center"/>
              <w:rPr>
                <w:rFonts w:ascii="Century Gothic" w:hAnsi="Century Gothic"/>
              </w:rPr>
            </w:pPr>
            <w:sdt>
              <w:sdtPr>
                <w:rPr>
                  <w:rFonts w:ascii="Century Gothic" w:hAnsi="Century Gothic"/>
                </w:rPr>
                <w:id w:val="-370226575"/>
                <w:placeholder>
                  <w:docPart w:val="10D842CE87BE4337B5F3A0B5737B9B1B"/>
                </w:placeholder>
                <w15:appearance w15:val="hidden"/>
              </w:sdtPr>
              <w:sdtEndPr/>
              <w:sdtContent>
                <w:r w:rsidR="00BB0491" w:rsidRPr="00BB0491"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202</w:t>
                </w:r>
                <w:r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5</w:t>
                </w:r>
                <w:r w:rsidR="00BB0491" w:rsidRPr="00BB0491"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-202</w:t>
                </w:r>
                <w:r>
                  <w:rPr>
                    <w:rFonts w:ascii="Century Gothic" w:hAnsi="Century Gothic" w:cs="Times New Roman"/>
                    <w:bCs/>
                    <w:sz w:val="40"/>
                    <w:szCs w:val="40"/>
                  </w:rPr>
                  <w:t>6</w:t>
                </w:r>
              </w:sdtContent>
            </w:sdt>
          </w:p>
        </w:tc>
      </w:tr>
    </w:tbl>
    <w:p w14:paraId="0CCA8DA3" w14:textId="77777777" w:rsidR="0061593B" w:rsidRDefault="0061593B" w:rsidP="00C569AF"/>
    <w:tbl>
      <w:tblPr>
        <w:tblStyle w:val="TableGrid"/>
        <w:tblpPr w:leftFromText="180" w:rightFromText="180" w:vertAnchor="text" w:tblpY="1"/>
        <w:tblOverlap w:val="never"/>
        <w:tblW w:w="102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9"/>
        <w:gridCol w:w="9595"/>
      </w:tblGrid>
      <w:tr w:rsidR="006A7D77" w:rsidRPr="000A542B" w14:paraId="424F0F6E" w14:textId="77777777" w:rsidTr="00314942">
        <w:trPr>
          <w:trHeight w:val="760"/>
        </w:trPr>
        <w:tc>
          <w:tcPr>
            <w:tcW w:w="10234" w:type="dxa"/>
            <w:gridSpan w:val="2"/>
            <w:shd w:val="clear" w:color="auto" w:fill="auto"/>
          </w:tcPr>
          <w:p w14:paraId="51A85844" w14:textId="5A969749" w:rsidR="006A7D77" w:rsidRPr="00F50010" w:rsidRDefault="002147BF" w:rsidP="00314942">
            <w:pPr>
              <w:pStyle w:val="Heading1"/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-188062379"/>
                <w:placeholder>
                  <w:docPart w:val="24F7FD1C015C4DC2A589EDAA0B33CA21"/>
                </w:placeholder>
                <w15:appearance w15:val="hidden"/>
              </w:sdtPr>
              <w:sdtEndPr/>
              <w:sdtContent>
                <w:r w:rsidR="00BB0491" w:rsidRPr="00F50010">
                  <w:rPr>
                    <w:sz w:val="24"/>
                    <w:szCs w:val="60"/>
                  </w:rPr>
                  <w:t>Required Items:</w:t>
                </w:r>
              </w:sdtContent>
            </w:sdt>
            <w:r w:rsidR="000A542B" w:rsidRPr="00F50010">
              <w:rPr>
                <w:sz w:val="24"/>
                <w:szCs w:val="60"/>
              </w:rPr>
              <w:t xml:space="preserve"> </w:t>
            </w:r>
          </w:p>
        </w:tc>
      </w:tr>
      <w:tr w:rsidR="00F50010" w14:paraId="25C8E4DE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3C76096E" w14:textId="4FB1E071" w:rsidR="00F50010" w:rsidRDefault="002147BF" w:rsidP="00314942">
            <w:pPr>
              <w:pStyle w:val="CheckMarks"/>
            </w:pPr>
            <w:sdt>
              <w:sdtPr>
                <w:id w:val="-758214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10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1754A84A" w14:textId="645373DB" w:rsidR="00F50010" w:rsidRPr="00F50010" w:rsidRDefault="00F50010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Backpack </w:t>
            </w:r>
          </w:p>
        </w:tc>
      </w:tr>
      <w:tr w:rsidR="00EE05CC" w14:paraId="2F8BC344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6E0FC9EC" w14:textId="2F1C3D47" w:rsidR="00EE05CC" w:rsidRDefault="002147BF" w:rsidP="00314942">
            <w:pPr>
              <w:pStyle w:val="CheckMarks"/>
            </w:pPr>
            <w:sdt>
              <w:sdtPr>
                <w:id w:val="944276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50010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6EC25034" w14:textId="15F9EEB9" w:rsidR="00EE05CC" w:rsidRPr="00F50010" w:rsidRDefault="002147BF" w:rsidP="00314942">
            <w:pPr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1867480378"/>
                <w:placeholder>
                  <w:docPart w:val="4C4936DE81A24F1D823C0E80995F3780"/>
                </w:placeholder>
                <w15:appearance w15:val="hidden"/>
              </w:sdtPr>
              <w:sdtEndPr/>
              <w:sdtContent>
                <w:r w:rsidR="00BB0491" w:rsidRPr="00F50010">
                  <w:rPr>
                    <w:sz w:val="24"/>
                    <w:szCs w:val="60"/>
                  </w:rPr>
                  <w:t xml:space="preserve">18-24 #2 </w:t>
                </w:r>
                <w:r w:rsidR="000678BE">
                  <w:rPr>
                    <w:sz w:val="24"/>
                    <w:szCs w:val="60"/>
                  </w:rPr>
                  <w:t>sharpened pencils</w:t>
                </w:r>
              </w:sdtContent>
            </w:sdt>
          </w:p>
        </w:tc>
      </w:tr>
      <w:tr w:rsidR="00DB2EDA" w14:paraId="11560C7C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1FCEE298" w14:textId="77777777" w:rsidR="00DB2EDA" w:rsidRDefault="002147BF" w:rsidP="00314942">
            <w:pPr>
              <w:pStyle w:val="CheckMarks"/>
            </w:pPr>
            <w:sdt>
              <w:sdtPr>
                <w:id w:val="17471482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EDA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5ED7A15B" w14:textId="773CE094" w:rsidR="00DB2EDA" w:rsidRPr="00F50010" w:rsidRDefault="00BB0491" w:rsidP="00314942">
            <w:pPr>
              <w:rPr>
                <w:sz w:val="24"/>
                <w:szCs w:val="60"/>
              </w:rPr>
            </w:pPr>
            <w:r w:rsidRPr="00F50010">
              <w:rPr>
                <w:sz w:val="24"/>
                <w:szCs w:val="60"/>
              </w:rPr>
              <w:t>2 packs of glue sticks</w:t>
            </w:r>
          </w:p>
        </w:tc>
      </w:tr>
      <w:tr w:rsidR="00DB2EDA" w14:paraId="4A967F61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2D299E28" w14:textId="77777777" w:rsidR="00DB2EDA" w:rsidRDefault="002147BF" w:rsidP="00314942">
            <w:pPr>
              <w:pStyle w:val="CheckMarks"/>
            </w:pPr>
            <w:sdt>
              <w:sdtPr>
                <w:id w:val="169071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B2EDA" w:rsidRPr="0080237B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30A52558" w14:textId="48E767EE" w:rsidR="00DB2EDA" w:rsidRPr="00F50010" w:rsidRDefault="005C1230" w:rsidP="00314942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1 </w:t>
            </w:r>
            <w:r w:rsidR="00E8701E">
              <w:rPr>
                <w:sz w:val="24"/>
                <w:szCs w:val="60"/>
              </w:rPr>
              <w:t xml:space="preserve">1½ inch </w:t>
            </w:r>
            <w:r>
              <w:rPr>
                <w:sz w:val="24"/>
                <w:szCs w:val="60"/>
              </w:rPr>
              <w:t xml:space="preserve">3 ring binder </w:t>
            </w:r>
          </w:p>
        </w:tc>
      </w:tr>
      <w:tr w:rsidR="00226F15" w14:paraId="23F294E6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0FCFE0C0" w14:textId="02DB7F4A" w:rsidR="00226F15" w:rsidRDefault="002147BF" w:rsidP="00226F15">
            <w:pPr>
              <w:pStyle w:val="CheckMarks"/>
            </w:pPr>
            <w:sdt>
              <w:sdtPr>
                <w:id w:val="-11206124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F15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34EDDAE0" w14:textId="59609B6C" w:rsidR="00226F15" w:rsidRDefault="00226F15" w:rsidP="00226F15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1 </w:t>
            </w:r>
            <w:r w:rsidR="00DB2557">
              <w:rPr>
                <w:sz w:val="24"/>
                <w:szCs w:val="60"/>
              </w:rPr>
              <w:t xml:space="preserve">pencil case </w:t>
            </w:r>
            <w:r w:rsidR="0035441C">
              <w:rPr>
                <w:sz w:val="24"/>
                <w:szCs w:val="60"/>
              </w:rPr>
              <w:t>for 3 ring binder</w:t>
            </w:r>
          </w:p>
        </w:tc>
      </w:tr>
      <w:tr w:rsidR="00226F15" w14:paraId="3E76E24F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4EFB7F2B" w14:textId="0BF14758" w:rsidR="00226F15" w:rsidRDefault="002147BF" w:rsidP="00226F15">
            <w:pPr>
              <w:pStyle w:val="CheckMarks"/>
            </w:pPr>
            <w:sdt>
              <w:sdtPr>
                <w:id w:val="-1141806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F15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214A67A5" w14:textId="41E434BB" w:rsidR="00226F15" w:rsidRDefault="0035441C" w:rsidP="00226F15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1 pack of large </w:t>
            </w:r>
            <w:r w:rsidR="00EA63E1">
              <w:rPr>
                <w:sz w:val="24"/>
                <w:szCs w:val="60"/>
              </w:rPr>
              <w:t>pencil erasers</w:t>
            </w:r>
          </w:p>
        </w:tc>
      </w:tr>
      <w:tr w:rsidR="00226F15" w14:paraId="10DB7604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0AA180FC" w14:textId="77777777" w:rsidR="00226F15" w:rsidRDefault="002147BF" w:rsidP="00226F15">
            <w:pPr>
              <w:pStyle w:val="CheckMarks"/>
            </w:pPr>
            <w:sdt>
              <w:sdtPr>
                <w:id w:val="-1801068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F15" w:rsidRPr="0080237B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70DE07BB" w14:textId="63040284" w:rsidR="00226F15" w:rsidRPr="00F50010" w:rsidRDefault="00226F15" w:rsidP="00226F15">
            <w:pPr>
              <w:rPr>
                <w:sz w:val="24"/>
                <w:szCs w:val="60"/>
              </w:rPr>
            </w:pPr>
            <w:r w:rsidRPr="00F50010">
              <w:rPr>
                <w:sz w:val="24"/>
                <w:szCs w:val="60"/>
              </w:rPr>
              <w:t xml:space="preserve">1 box of </w:t>
            </w:r>
            <w:r>
              <w:rPr>
                <w:sz w:val="24"/>
                <w:szCs w:val="60"/>
              </w:rPr>
              <w:t xml:space="preserve">crayons </w:t>
            </w:r>
          </w:p>
        </w:tc>
      </w:tr>
      <w:tr w:rsidR="00226F15" w14:paraId="3C1069C6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4E4B2C47" w14:textId="77777777" w:rsidR="00226F15" w:rsidRDefault="002147BF" w:rsidP="00226F15">
            <w:pPr>
              <w:pStyle w:val="CheckMarks"/>
            </w:pPr>
            <w:sdt>
              <w:sdtPr>
                <w:id w:val="882840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F15" w:rsidRPr="0080237B">
                  <w:rPr>
                    <w:rFonts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34EE7BCE" w14:textId="66B5598B" w:rsidR="00226F15" w:rsidRPr="00F50010" w:rsidRDefault="00226F15" w:rsidP="00226F15">
            <w:pPr>
              <w:rPr>
                <w:sz w:val="24"/>
                <w:szCs w:val="60"/>
              </w:rPr>
            </w:pPr>
            <w:r w:rsidRPr="00F50010">
              <w:rPr>
                <w:sz w:val="24"/>
                <w:szCs w:val="60"/>
              </w:rPr>
              <w:t xml:space="preserve">1 </w:t>
            </w:r>
            <w:r>
              <w:rPr>
                <w:sz w:val="24"/>
                <w:szCs w:val="60"/>
              </w:rPr>
              <w:t>pack of</w:t>
            </w:r>
            <w:r w:rsidRPr="00F50010">
              <w:rPr>
                <w:sz w:val="24"/>
                <w:szCs w:val="60"/>
              </w:rPr>
              <w:t xml:space="preserve"> </w:t>
            </w:r>
            <w:r>
              <w:rPr>
                <w:sz w:val="24"/>
                <w:szCs w:val="60"/>
              </w:rPr>
              <w:t>markers</w:t>
            </w:r>
          </w:p>
        </w:tc>
      </w:tr>
      <w:tr w:rsidR="00226F15" w14:paraId="169CF471" w14:textId="77777777" w:rsidTr="00314942">
        <w:trPr>
          <w:trHeight w:val="456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245F0DED" w14:textId="097C4CD6" w:rsidR="00226F15" w:rsidRDefault="002147BF" w:rsidP="00226F15">
            <w:pPr>
              <w:pStyle w:val="CheckMarks"/>
            </w:pPr>
            <w:sdt>
              <w:sdtPr>
                <w:id w:val="10184344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F15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6DA60F11" w14:textId="5B7E9EEE" w:rsidR="00226F15" w:rsidRPr="00F50010" w:rsidRDefault="00226F15" w:rsidP="00226F15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1 pack of colored pencils</w:t>
            </w:r>
          </w:p>
        </w:tc>
      </w:tr>
      <w:tr w:rsidR="00226F15" w14:paraId="3F6E2FA8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5CB6A5E6" w14:textId="3BCB3C36" w:rsidR="00226F15" w:rsidRDefault="002147BF" w:rsidP="00226F15">
            <w:pPr>
              <w:pStyle w:val="CheckMarks"/>
              <w:rPr>
                <w:rFonts w:ascii="MS Gothic" w:hAnsi="MS Gothic"/>
              </w:rPr>
            </w:pPr>
            <w:sdt>
              <w:sdtPr>
                <w:id w:val="-5579420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F15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660741A4" w14:textId="5BF5FD18" w:rsidR="00226F15" w:rsidRPr="00F50010" w:rsidRDefault="00226F15" w:rsidP="00226F15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1 pack of EXPO dry erase markers</w:t>
            </w:r>
          </w:p>
        </w:tc>
      </w:tr>
      <w:tr w:rsidR="00226F15" w14:paraId="4C6DF9FB" w14:textId="77777777" w:rsidTr="00314942">
        <w:trPr>
          <w:trHeight w:val="4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3B65B94C" w14:textId="78A83C3C" w:rsidR="00226F15" w:rsidRDefault="002147BF" w:rsidP="00226F15">
            <w:pPr>
              <w:pStyle w:val="CheckMarks"/>
            </w:pPr>
            <w:sdt>
              <w:sdtPr>
                <w:id w:val="16813846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F15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48825E71" w14:textId="5B620637" w:rsidR="00226F15" w:rsidRPr="00F50010" w:rsidRDefault="00226F15" w:rsidP="00226F15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1 pack of plain (no lines) white index cards</w:t>
            </w:r>
          </w:p>
        </w:tc>
      </w:tr>
      <w:tr w:rsidR="00226F15" w14:paraId="015B7573" w14:textId="77777777" w:rsidTr="002C00F7">
        <w:trPr>
          <w:trHeight w:val="323"/>
        </w:trPr>
        <w:tc>
          <w:tcPr>
            <w:tcW w:w="639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76C53270" w14:textId="44CE96BA" w:rsidR="00226F15" w:rsidRDefault="002147BF" w:rsidP="00226F15">
            <w:pPr>
              <w:pStyle w:val="CheckMarks"/>
            </w:pPr>
            <w:sdt>
              <w:sdtPr>
                <w:id w:val="1500155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6F15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595" w:type="dxa"/>
            <w:shd w:val="clear" w:color="auto" w:fill="auto"/>
          </w:tcPr>
          <w:p w14:paraId="062CD7B2" w14:textId="038FB5BE" w:rsidR="00226F15" w:rsidRDefault="00226F15" w:rsidP="00226F15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Scissors </w:t>
            </w:r>
          </w:p>
        </w:tc>
      </w:tr>
    </w:tbl>
    <w:p w14:paraId="01271C46" w14:textId="0BAE801D" w:rsidR="005E7187" w:rsidRPr="00E478C4" w:rsidRDefault="005E7187" w:rsidP="00C569AF">
      <w:pPr>
        <w:rPr>
          <w:color w:val="37A7E9" w:themeColor="accent6" w:themeShade="BF"/>
          <w:sz w:val="16"/>
          <w:szCs w:val="16"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30"/>
        <w:gridCol w:w="9445"/>
      </w:tblGrid>
      <w:tr w:rsidR="000519A5" w14:paraId="0CCFBC78" w14:textId="77777777" w:rsidTr="00993F05">
        <w:trPr>
          <w:trHeight w:val="720"/>
        </w:trPr>
        <w:tc>
          <w:tcPr>
            <w:tcW w:w="10075" w:type="dxa"/>
            <w:gridSpan w:val="2"/>
            <w:shd w:val="clear" w:color="auto" w:fill="auto"/>
          </w:tcPr>
          <w:p w14:paraId="54744D8B" w14:textId="75ACA75F" w:rsidR="000519A5" w:rsidRPr="00F50010" w:rsidRDefault="002147BF" w:rsidP="00C569AF">
            <w:pPr>
              <w:pStyle w:val="Heading1"/>
              <w:ind w:right="0"/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-1036657984"/>
                <w:placeholder>
                  <w:docPart w:val="B9F7C611B696406BB412DB9952341252"/>
                </w:placeholder>
                <w15:appearance w15:val="hidden"/>
              </w:sdtPr>
              <w:sdtEndPr/>
              <w:sdtContent>
                <w:r w:rsidR="00BB0491" w:rsidRPr="00F50010">
                  <w:rPr>
                    <w:sz w:val="24"/>
                    <w:szCs w:val="60"/>
                  </w:rPr>
                  <w:t>Optional iTEMS for the Classroom:</w:t>
                </w:r>
              </w:sdtContent>
            </w:sdt>
            <w:r w:rsidR="000A542B" w:rsidRPr="00F50010">
              <w:rPr>
                <w:sz w:val="24"/>
                <w:szCs w:val="60"/>
              </w:rPr>
              <w:t xml:space="preserve"> </w:t>
            </w:r>
          </w:p>
        </w:tc>
      </w:tr>
      <w:tr w:rsidR="000519A5" w14:paraId="4EFE52BB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187E06E9" w14:textId="77777777" w:rsidR="000519A5" w:rsidRPr="00F50010" w:rsidRDefault="002147BF" w:rsidP="00DB2EDA">
            <w:pPr>
              <w:pStyle w:val="CheckMarks"/>
              <w:rPr>
                <w:szCs w:val="60"/>
              </w:rPr>
            </w:pPr>
            <w:sdt>
              <w:sdtPr>
                <w:rPr>
                  <w:szCs w:val="60"/>
                </w:rPr>
                <w:id w:val="-9379880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19A5" w:rsidRPr="00F50010">
                  <w:rPr>
                    <w:rFonts w:ascii="MS Gothic" w:hAnsi="MS Gothic" w:hint="eastAsia"/>
                    <w:szCs w:val="60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35DBDEC7" w14:textId="0979AC14" w:rsidR="000519A5" w:rsidRPr="00F50010" w:rsidRDefault="002147BF" w:rsidP="000A542B">
            <w:pPr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1635606744"/>
                <w:placeholder>
                  <w:docPart w:val="6A4FF1E6F19946559551C8F905E13B60"/>
                </w:placeholder>
                <w15:appearance w15:val="hidden"/>
              </w:sdtPr>
              <w:sdtEndPr/>
              <w:sdtContent>
                <w:r w:rsidR="00BB0491" w:rsidRPr="00F50010">
                  <w:rPr>
                    <w:sz w:val="24"/>
                    <w:szCs w:val="60"/>
                  </w:rPr>
                  <w:t xml:space="preserve">Extra </w:t>
                </w:r>
              </w:sdtContent>
            </w:sdt>
            <w:r w:rsidR="00BB0491" w:rsidRPr="00F50010">
              <w:rPr>
                <w:sz w:val="24"/>
                <w:szCs w:val="60"/>
              </w:rPr>
              <w:t xml:space="preserve"># </w:t>
            </w:r>
            <w:r w:rsidR="00ED491A">
              <w:rPr>
                <w:sz w:val="24"/>
                <w:szCs w:val="60"/>
              </w:rPr>
              <w:t xml:space="preserve">2 </w:t>
            </w:r>
            <w:r w:rsidR="00BB0491" w:rsidRPr="00F50010">
              <w:rPr>
                <w:sz w:val="24"/>
                <w:szCs w:val="60"/>
              </w:rPr>
              <w:t>pencils</w:t>
            </w:r>
          </w:p>
        </w:tc>
      </w:tr>
      <w:tr w:rsidR="000519A5" w14:paraId="0DA6123A" w14:textId="77777777" w:rsidTr="00F50010">
        <w:trPr>
          <w:trHeight w:val="450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0DB8B2FE" w14:textId="68A9588F" w:rsidR="000519A5" w:rsidRPr="00F50010" w:rsidRDefault="002147BF" w:rsidP="00DB2EDA">
            <w:pPr>
              <w:pStyle w:val="CheckMarks"/>
              <w:rPr>
                <w:szCs w:val="60"/>
              </w:rPr>
            </w:pPr>
            <w:sdt>
              <w:sdtPr>
                <w:rPr>
                  <w:szCs w:val="60"/>
                </w:rPr>
                <w:id w:val="-727538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B0491" w:rsidRPr="00F50010">
                  <w:rPr>
                    <w:rFonts w:ascii="MS Gothic" w:hAnsi="MS Gothic" w:hint="eastAsia"/>
                    <w:szCs w:val="60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4956451C" w14:textId="4ADF87A3" w:rsidR="00BA074A" w:rsidRPr="00F50010" w:rsidRDefault="00BB0491" w:rsidP="00BB0491">
            <w:pPr>
              <w:pStyle w:val="bullet"/>
              <w:numPr>
                <w:ilvl w:val="0"/>
                <w:numId w:val="0"/>
              </w:numPr>
              <w:rPr>
                <w:sz w:val="24"/>
                <w:szCs w:val="60"/>
              </w:rPr>
            </w:pPr>
            <w:r w:rsidRPr="00F50010">
              <w:rPr>
                <w:sz w:val="24"/>
                <w:szCs w:val="60"/>
              </w:rPr>
              <w:t xml:space="preserve">Extra dry </w:t>
            </w:r>
            <w:proofErr w:type="gramStart"/>
            <w:r w:rsidRPr="00F50010">
              <w:rPr>
                <w:sz w:val="24"/>
                <w:szCs w:val="60"/>
              </w:rPr>
              <w:t>erase</w:t>
            </w:r>
            <w:proofErr w:type="gramEnd"/>
            <w:r w:rsidRPr="00F50010">
              <w:rPr>
                <w:sz w:val="24"/>
                <w:szCs w:val="60"/>
              </w:rPr>
              <w:t xml:space="preserve"> markers</w:t>
            </w:r>
          </w:p>
        </w:tc>
      </w:tr>
      <w:tr w:rsidR="00B1723F" w14:paraId="13A20777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3715E063" w14:textId="77777777" w:rsidR="00B1723F" w:rsidRPr="00F50010" w:rsidRDefault="002147BF" w:rsidP="00DB2EDA">
            <w:pPr>
              <w:pStyle w:val="CheckMarks"/>
              <w:rPr>
                <w:szCs w:val="60"/>
              </w:rPr>
            </w:pPr>
            <w:sdt>
              <w:sdtPr>
                <w:rPr>
                  <w:szCs w:val="60"/>
                </w:rPr>
                <w:id w:val="-1103888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1723F" w:rsidRPr="00F50010">
                  <w:rPr>
                    <w:rFonts w:ascii="MS Gothic" w:hAnsi="MS Gothic" w:hint="eastAsia"/>
                    <w:szCs w:val="60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5D4DFAF9" w14:textId="67BC6DF9" w:rsidR="00254AFB" w:rsidRPr="00F50010" w:rsidRDefault="002147BF" w:rsidP="000A542B">
            <w:pPr>
              <w:rPr>
                <w:sz w:val="24"/>
                <w:szCs w:val="60"/>
              </w:rPr>
            </w:pPr>
            <w:sdt>
              <w:sdtPr>
                <w:rPr>
                  <w:sz w:val="24"/>
                  <w:szCs w:val="60"/>
                </w:rPr>
                <w:id w:val="-1487697218"/>
                <w:placeholder>
                  <w:docPart w:val="DD3077058B35411B8469C765E2A7AF78"/>
                </w:placeholder>
                <w15:appearance w15:val="hidden"/>
              </w:sdtPr>
              <w:sdtEndPr/>
              <w:sdtContent>
                <w:r w:rsidR="00BB0491" w:rsidRPr="00F50010">
                  <w:rPr>
                    <w:sz w:val="24"/>
                    <w:szCs w:val="60"/>
                  </w:rPr>
                  <w:t>Boxes of tissues</w:t>
                </w:r>
              </w:sdtContent>
            </w:sdt>
            <w:r w:rsidR="000A542B" w:rsidRPr="00F50010">
              <w:rPr>
                <w:sz w:val="24"/>
                <w:szCs w:val="60"/>
              </w:rPr>
              <w:t xml:space="preserve"> </w:t>
            </w:r>
          </w:p>
        </w:tc>
      </w:tr>
      <w:tr w:rsidR="00254AFB" w14:paraId="10549FD6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7CC99E43" w14:textId="77EE8A0D" w:rsidR="00254AFB" w:rsidRPr="00F50010" w:rsidRDefault="002147BF" w:rsidP="00DB2EDA">
            <w:pPr>
              <w:pStyle w:val="CheckMarks"/>
              <w:rPr>
                <w:szCs w:val="60"/>
              </w:rPr>
            </w:pPr>
            <w:sdt>
              <w:sdtPr>
                <w:id w:val="856168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AFB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5DC9587D" w14:textId="5B92DA7C" w:rsidR="00254AFB" w:rsidRPr="00F50010" w:rsidRDefault="00F90DA3" w:rsidP="000A542B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Colored construction paper</w:t>
            </w:r>
          </w:p>
        </w:tc>
      </w:tr>
      <w:tr w:rsidR="00254AFB" w14:paraId="4779E544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2AF03C48" w14:textId="7AC7A791" w:rsidR="00254AFB" w:rsidRDefault="002147BF" w:rsidP="00DB2EDA">
            <w:pPr>
              <w:pStyle w:val="CheckMarks"/>
            </w:pPr>
            <w:sdt>
              <w:sdtPr>
                <w:id w:val="142151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54AFB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5D455279" w14:textId="1F0CB927" w:rsidR="00254AFB" w:rsidRDefault="002032B2" w:rsidP="000A542B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>Sanitizing wipes</w:t>
            </w:r>
          </w:p>
        </w:tc>
      </w:tr>
      <w:tr w:rsidR="0022496F" w14:paraId="06D54E4D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25E9E712" w14:textId="1DE1A374" w:rsidR="0022496F" w:rsidRDefault="002147BF" w:rsidP="0022496F">
            <w:pPr>
              <w:pStyle w:val="CheckMarks"/>
            </w:pPr>
            <w:sdt>
              <w:sdtPr>
                <w:id w:val="17956354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96F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195256B6" w14:textId="4163D20E" w:rsidR="0022496F" w:rsidRDefault="00D57BCC" w:rsidP="0022496F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Wide ruled lined paper </w:t>
            </w:r>
          </w:p>
        </w:tc>
      </w:tr>
      <w:tr w:rsidR="0022496F" w14:paraId="57ED3D60" w14:textId="77777777" w:rsidTr="00993F05">
        <w:trPr>
          <w:trHeight w:val="432"/>
        </w:trPr>
        <w:tc>
          <w:tcPr>
            <w:tcW w:w="630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6560FF01" w14:textId="4DB5ADC4" w:rsidR="0022496F" w:rsidRDefault="002147BF" w:rsidP="0022496F">
            <w:pPr>
              <w:pStyle w:val="CheckMarks"/>
            </w:pPr>
            <w:sdt>
              <w:sdtPr>
                <w:id w:val="-2073962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496F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445" w:type="dxa"/>
            <w:shd w:val="clear" w:color="auto" w:fill="auto"/>
          </w:tcPr>
          <w:p w14:paraId="5523C299" w14:textId="64442A67" w:rsidR="0022496F" w:rsidRDefault="004069C0" w:rsidP="0022496F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1 box of gallon </w:t>
            </w:r>
            <w:proofErr w:type="spellStart"/>
            <w:r>
              <w:rPr>
                <w:sz w:val="24"/>
                <w:szCs w:val="60"/>
              </w:rPr>
              <w:t>ziplock</w:t>
            </w:r>
            <w:proofErr w:type="spellEnd"/>
            <w:r>
              <w:rPr>
                <w:sz w:val="24"/>
                <w:szCs w:val="60"/>
              </w:rPr>
              <w:t xml:space="preserve"> bags</w:t>
            </w:r>
          </w:p>
        </w:tc>
      </w:tr>
    </w:tbl>
    <w:tbl>
      <w:tblPr>
        <w:tblStyle w:val="TableGrid"/>
        <w:tblpPr w:leftFromText="180" w:rightFromText="180" w:vertAnchor="text" w:tblpY="1"/>
        <w:tblOverlap w:val="never"/>
        <w:tblW w:w="103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5"/>
        <w:gridCol w:w="9717"/>
      </w:tblGrid>
      <w:tr w:rsidR="004069C0" w14:paraId="1392D3ED" w14:textId="77777777" w:rsidTr="004069C0">
        <w:trPr>
          <w:trHeight w:val="423"/>
        </w:trPr>
        <w:tc>
          <w:tcPr>
            <w:tcW w:w="625" w:type="dxa"/>
            <w:tcBorders>
              <w:left w:val="single" w:sz="4" w:space="0" w:color="C8A6F9" w:themeColor="accent2"/>
            </w:tcBorders>
            <w:shd w:val="clear" w:color="auto" w:fill="auto"/>
          </w:tcPr>
          <w:p w14:paraId="2625B529" w14:textId="77777777" w:rsidR="004069C0" w:rsidRDefault="002147BF" w:rsidP="004069C0">
            <w:pPr>
              <w:pStyle w:val="CheckMarks"/>
            </w:pPr>
            <w:sdt>
              <w:sdtPr>
                <w:id w:val="-1309700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69C0">
                  <w:rPr>
                    <w:rFonts w:ascii="MS Gothic" w:hAnsi="MS Gothic" w:hint="eastAsia"/>
                  </w:rPr>
                  <w:t>☐</w:t>
                </w:r>
              </w:sdtContent>
            </w:sdt>
          </w:p>
        </w:tc>
        <w:tc>
          <w:tcPr>
            <w:tcW w:w="9717" w:type="dxa"/>
            <w:shd w:val="clear" w:color="auto" w:fill="auto"/>
          </w:tcPr>
          <w:p w14:paraId="0FA3A237" w14:textId="7901DEAD" w:rsidR="004069C0" w:rsidRDefault="004069C0" w:rsidP="004069C0">
            <w:pPr>
              <w:rPr>
                <w:sz w:val="24"/>
                <w:szCs w:val="60"/>
              </w:rPr>
            </w:pPr>
            <w:r>
              <w:rPr>
                <w:sz w:val="24"/>
                <w:szCs w:val="60"/>
              </w:rPr>
              <w:t xml:space="preserve">1 box of sandwich </w:t>
            </w:r>
            <w:proofErr w:type="spellStart"/>
            <w:r>
              <w:rPr>
                <w:sz w:val="24"/>
                <w:szCs w:val="60"/>
              </w:rPr>
              <w:t>ziplock</w:t>
            </w:r>
            <w:proofErr w:type="spellEnd"/>
            <w:r>
              <w:rPr>
                <w:sz w:val="24"/>
                <w:szCs w:val="60"/>
              </w:rPr>
              <w:t xml:space="preserve"> bags</w:t>
            </w:r>
          </w:p>
        </w:tc>
      </w:tr>
    </w:tbl>
    <w:p w14:paraId="7F8F89C5" w14:textId="4C1C05EB" w:rsidR="00600433" w:rsidRPr="00F50010" w:rsidRDefault="00F50010" w:rsidP="00F50010">
      <w:pPr>
        <w:spacing w:line="276" w:lineRule="auto"/>
        <w:rPr>
          <w:color w:val="37A7E9" w:themeColor="accent6" w:themeShade="BF"/>
        </w:rPr>
      </w:pPr>
      <w:r w:rsidRPr="00325A8F">
        <w:rPr>
          <w:rFonts w:ascii="ZBManuscript" w:hAnsi="ZBManuscript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914240" behindDoc="0" locked="0" layoutInCell="1" allowOverlap="1" wp14:anchorId="6A1BEE92" wp14:editId="772A00FE">
                <wp:simplePos x="0" y="0"/>
                <wp:positionH relativeFrom="margin">
                  <wp:posOffset>298450</wp:posOffset>
                </wp:positionH>
                <wp:positionV relativeFrom="paragraph">
                  <wp:posOffset>356235</wp:posOffset>
                </wp:positionV>
                <wp:extent cx="5930900" cy="508000"/>
                <wp:effectExtent l="0" t="0" r="12700" b="2540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0900" cy="50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ED2DFF" w14:textId="77777777" w:rsidR="00F50010" w:rsidRPr="003D5432" w:rsidRDefault="00F50010" w:rsidP="00F50010">
                            <w:pPr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3D5432">
                              <w:rPr>
                                <w:i/>
                                <w:iCs/>
                                <w:color w:val="000000"/>
                                <w:sz w:val="24"/>
                                <w:szCs w:val="24"/>
                              </w:rPr>
                              <w:t>If you are having financial difficulties providing these materials for your child, please contact the school so that we can help.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1BEE9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.5pt;margin-top:28.05pt;width:467pt;height:40pt;z-index:2519142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">
                <v:textbox>
                  <w:txbxContent>
                    <w:p w14:paraId="1FED2DFF" w14:textId="77777777" w:rsidR="00F50010" w:rsidRPr="003D5432" w:rsidRDefault="00F50010" w:rsidP="00F50010">
                      <w:pPr>
                        <w:rPr>
                          <w:i/>
                          <w:iCs/>
                          <w:sz w:val="24"/>
                          <w:szCs w:val="24"/>
                        </w:rPr>
                      </w:pPr>
                      <w:r w:rsidRPr="003D5432">
                        <w:rPr>
                          <w:i/>
                          <w:iCs/>
                          <w:color w:val="000000"/>
                          <w:sz w:val="24"/>
                          <w:szCs w:val="24"/>
                        </w:rPr>
                        <w:t>If you are having financial difficulties providing these materials for your child, please contact the school so that we can help.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00433" w:rsidRPr="00F50010" w:rsidSect="00735625">
      <w:pgSz w:w="12240" w:h="15840"/>
      <w:pgMar w:top="594" w:right="1080" w:bottom="936" w:left="1080" w:header="720" w:footer="14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CDB209" w14:textId="77777777" w:rsidR="00DB20C7" w:rsidRDefault="00DB20C7" w:rsidP="00600433">
      <w:pPr>
        <w:spacing w:after="0" w:line="240" w:lineRule="auto"/>
      </w:pPr>
      <w:r>
        <w:separator/>
      </w:r>
    </w:p>
  </w:endnote>
  <w:endnote w:type="continuationSeparator" w:id="0">
    <w:p w14:paraId="71388092" w14:textId="77777777" w:rsidR="00DB20C7" w:rsidRDefault="00DB20C7" w:rsidP="006004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icrosoft Office Preview Font">
    <w:charset w:val="00"/>
    <w:family w:val="swiss"/>
    <w:pitch w:val="variable"/>
    <w:sig w:usb0="00000003" w:usb1="02000000" w:usb2="00000000" w:usb3="00000000" w:csb0="00000001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ZBManuscript"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BF54DE" w14:textId="77777777" w:rsidR="00DB20C7" w:rsidRDefault="00DB20C7" w:rsidP="00600433">
      <w:pPr>
        <w:spacing w:after="0" w:line="240" w:lineRule="auto"/>
      </w:pPr>
      <w:r>
        <w:separator/>
      </w:r>
    </w:p>
  </w:footnote>
  <w:footnote w:type="continuationSeparator" w:id="0">
    <w:p w14:paraId="3AE7FA39" w14:textId="77777777" w:rsidR="00DB20C7" w:rsidRDefault="00DB20C7" w:rsidP="006004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C36AD"/>
    <w:multiLevelType w:val="hybridMultilevel"/>
    <w:tmpl w:val="9708A6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C4C43"/>
    <w:multiLevelType w:val="multilevel"/>
    <w:tmpl w:val="564033EC"/>
    <w:styleLink w:val="CurrentList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8A6F9" w:themeColor="accent2"/>
      </w:rPr>
    </w:lvl>
    <w:lvl w:ilvl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2" w15:restartNumberingAfterBreak="0">
    <w:nsid w:val="25EB68DF"/>
    <w:multiLevelType w:val="hybridMultilevel"/>
    <w:tmpl w:val="9CE8FBDC"/>
    <w:lvl w:ilvl="0" w:tplc="C624C6D6">
      <w:numFmt w:val="bullet"/>
      <w:lvlText w:val="•"/>
      <w:lvlJc w:val="left"/>
      <w:pPr>
        <w:ind w:left="1080" w:hanging="720"/>
      </w:pPr>
      <w:rPr>
        <w:rFonts w:ascii="Rockwell" w:eastAsiaTheme="minorHAnsi" w:hAnsi="Rockwel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6439D0"/>
    <w:multiLevelType w:val="multilevel"/>
    <w:tmpl w:val="CE702768"/>
    <w:styleLink w:val="CurrentList1"/>
    <w:lvl w:ilvl="0">
      <w:start w:val="1"/>
      <w:numFmt w:val="bullet"/>
      <w:lvlText w:val="•"/>
      <w:lvlJc w:val="left"/>
      <w:pPr>
        <w:ind w:left="862" w:hanging="360"/>
      </w:pPr>
      <w:rPr>
        <w:rFonts w:ascii="Times New Roman" w:hAnsi="Times New Roman" w:hint="default"/>
        <w:color w:val="C8A6F9" w:themeColor="accent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AD3FD1"/>
    <w:multiLevelType w:val="hybridMultilevel"/>
    <w:tmpl w:val="0784985A"/>
    <w:lvl w:ilvl="0" w:tplc="C624C6D6">
      <w:numFmt w:val="bullet"/>
      <w:lvlText w:val="•"/>
      <w:lvlJc w:val="left"/>
      <w:pPr>
        <w:ind w:left="1080" w:hanging="720"/>
      </w:pPr>
      <w:rPr>
        <w:rFonts w:ascii="Rockwell" w:eastAsiaTheme="minorHAnsi" w:hAnsi="Rockwel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6316DE"/>
    <w:multiLevelType w:val="hybridMultilevel"/>
    <w:tmpl w:val="EA08DB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C825C6"/>
    <w:multiLevelType w:val="hybridMultilevel"/>
    <w:tmpl w:val="6714F030"/>
    <w:lvl w:ilvl="0" w:tplc="92ECF5E6">
      <w:start w:val="1"/>
      <w:numFmt w:val="bullet"/>
      <w:pStyle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abstractNum w:abstractNumId="7" w15:restartNumberingAfterBreak="0">
    <w:nsid w:val="69942B2B"/>
    <w:multiLevelType w:val="hybridMultilevel"/>
    <w:tmpl w:val="4E021FC8"/>
    <w:lvl w:ilvl="0" w:tplc="BC849BE0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icrosoft Office Preview Fon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icrosoft Office Preview Fon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icrosoft Office Preview Fon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B625EE"/>
    <w:multiLevelType w:val="hybridMultilevel"/>
    <w:tmpl w:val="69C66A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C8A6F9" w:themeColor="accent2"/>
      </w:rPr>
    </w:lvl>
    <w:lvl w:ilvl="1" w:tplc="FFFFFFFF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 w16cid:durableId="177427979">
    <w:abstractNumId w:val="7"/>
  </w:num>
  <w:num w:numId="2" w16cid:durableId="1255671306">
    <w:abstractNumId w:val="5"/>
  </w:num>
  <w:num w:numId="3" w16cid:durableId="195696951">
    <w:abstractNumId w:val="2"/>
  </w:num>
  <w:num w:numId="4" w16cid:durableId="1666740688">
    <w:abstractNumId w:val="4"/>
  </w:num>
  <w:num w:numId="5" w16cid:durableId="1370254944">
    <w:abstractNumId w:val="6"/>
  </w:num>
  <w:num w:numId="6" w16cid:durableId="850143219">
    <w:abstractNumId w:val="3"/>
  </w:num>
  <w:num w:numId="7" w16cid:durableId="1520925685">
    <w:abstractNumId w:val="8"/>
  </w:num>
  <w:num w:numId="8" w16cid:durableId="1684822798">
    <w:abstractNumId w:val="0"/>
  </w:num>
  <w:num w:numId="9" w16cid:durableId="16428840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50" style="mso-position-horizontal-relative:margin;mso-position-vertical-relative:margin" fillcolor="none [3212]" strokecolor="none [3213]">
      <v:fill color="none [3212]"/>
      <v:stroke color="none [3213]" weight=".25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491"/>
    <w:rsid w:val="00007525"/>
    <w:rsid w:val="000322EA"/>
    <w:rsid w:val="00034A3C"/>
    <w:rsid w:val="000379EC"/>
    <w:rsid w:val="000519A5"/>
    <w:rsid w:val="000678BE"/>
    <w:rsid w:val="0009278F"/>
    <w:rsid w:val="00097195"/>
    <w:rsid w:val="000A542B"/>
    <w:rsid w:val="000A6672"/>
    <w:rsid w:val="000B3CF4"/>
    <w:rsid w:val="00101810"/>
    <w:rsid w:val="00170B79"/>
    <w:rsid w:val="00186558"/>
    <w:rsid w:val="001F79E1"/>
    <w:rsid w:val="002032B2"/>
    <w:rsid w:val="002038EE"/>
    <w:rsid w:val="002147BF"/>
    <w:rsid w:val="002212B4"/>
    <w:rsid w:val="00223B25"/>
    <w:rsid w:val="0022496F"/>
    <w:rsid w:val="00226F15"/>
    <w:rsid w:val="00254AFB"/>
    <w:rsid w:val="00256E7E"/>
    <w:rsid w:val="0026036D"/>
    <w:rsid w:val="0026678F"/>
    <w:rsid w:val="002914B0"/>
    <w:rsid w:val="002940F2"/>
    <w:rsid w:val="002C00F7"/>
    <w:rsid w:val="002C76CF"/>
    <w:rsid w:val="003010D4"/>
    <w:rsid w:val="00306551"/>
    <w:rsid w:val="00314942"/>
    <w:rsid w:val="00326E02"/>
    <w:rsid w:val="00333046"/>
    <w:rsid w:val="00336B37"/>
    <w:rsid w:val="0034613C"/>
    <w:rsid w:val="0035441C"/>
    <w:rsid w:val="0035513C"/>
    <w:rsid w:val="00383305"/>
    <w:rsid w:val="00387C68"/>
    <w:rsid w:val="003A66B7"/>
    <w:rsid w:val="003D32BC"/>
    <w:rsid w:val="003E0EB3"/>
    <w:rsid w:val="003E3E9A"/>
    <w:rsid w:val="003E4F05"/>
    <w:rsid w:val="003E651E"/>
    <w:rsid w:val="004069C0"/>
    <w:rsid w:val="00497A88"/>
    <w:rsid w:val="004B6A64"/>
    <w:rsid w:val="004D06EF"/>
    <w:rsid w:val="004D188B"/>
    <w:rsid w:val="00534A3E"/>
    <w:rsid w:val="00573F02"/>
    <w:rsid w:val="00596FC9"/>
    <w:rsid w:val="005C1230"/>
    <w:rsid w:val="005D608A"/>
    <w:rsid w:val="005E7187"/>
    <w:rsid w:val="00600433"/>
    <w:rsid w:val="0061593B"/>
    <w:rsid w:val="00636194"/>
    <w:rsid w:val="0066288D"/>
    <w:rsid w:val="006644C3"/>
    <w:rsid w:val="00693182"/>
    <w:rsid w:val="006A79AA"/>
    <w:rsid w:val="006A7D77"/>
    <w:rsid w:val="006B4388"/>
    <w:rsid w:val="006C0713"/>
    <w:rsid w:val="006F4E68"/>
    <w:rsid w:val="00700366"/>
    <w:rsid w:val="00717CBE"/>
    <w:rsid w:val="00722A2F"/>
    <w:rsid w:val="00726386"/>
    <w:rsid w:val="007264AC"/>
    <w:rsid w:val="00735625"/>
    <w:rsid w:val="0074438B"/>
    <w:rsid w:val="0075782F"/>
    <w:rsid w:val="00757D51"/>
    <w:rsid w:val="007A409D"/>
    <w:rsid w:val="007D5EF1"/>
    <w:rsid w:val="007F2BDE"/>
    <w:rsid w:val="00835706"/>
    <w:rsid w:val="00854EFF"/>
    <w:rsid w:val="00855314"/>
    <w:rsid w:val="008634FE"/>
    <w:rsid w:val="008872F8"/>
    <w:rsid w:val="00892BC8"/>
    <w:rsid w:val="00895F6E"/>
    <w:rsid w:val="008B5D98"/>
    <w:rsid w:val="008F18ED"/>
    <w:rsid w:val="00900F6C"/>
    <w:rsid w:val="00946665"/>
    <w:rsid w:val="00953568"/>
    <w:rsid w:val="00993F05"/>
    <w:rsid w:val="009A49B7"/>
    <w:rsid w:val="009A5B55"/>
    <w:rsid w:val="009A7F28"/>
    <w:rsid w:val="009B6F5A"/>
    <w:rsid w:val="00A0027B"/>
    <w:rsid w:val="00A50C31"/>
    <w:rsid w:val="00A60A36"/>
    <w:rsid w:val="00A70168"/>
    <w:rsid w:val="00A80998"/>
    <w:rsid w:val="00A930ED"/>
    <w:rsid w:val="00AC1336"/>
    <w:rsid w:val="00AC5A9E"/>
    <w:rsid w:val="00B057F2"/>
    <w:rsid w:val="00B1723F"/>
    <w:rsid w:val="00B30C18"/>
    <w:rsid w:val="00B4640B"/>
    <w:rsid w:val="00B55CF3"/>
    <w:rsid w:val="00B60E79"/>
    <w:rsid w:val="00B6182B"/>
    <w:rsid w:val="00BA074A"/>
    <w:rsid w:val="00BA176A"/>
    <w:rsid w:val="00BA4BC4"/>
    <w:rsid w:val="00BB0491"/>
    <w:rsid w:val="00BB77DE"/>
    <w:rsid w:val="00BB7F30"/>
    <w:rsid w:val="00BC7D47"/>
    <w:rsid w:val="00BE2AB7"/>
    <w:rsid w:val="00BE4BAA"/>
    <w:rsid w:val="00BF58AC"/>
    <w:rsid w:val="00C127EB"/>
    <w:rsid w:val="00C4595C"/>
    <w:rsid w:val="00C55D16"/>
    <w:rsid w:val="00C569AF"/>
    <w:rsid w:val="00C61897"/>
    <w:rsid w:val="00C627E7"/>
    <w:rsid w:val="00C8063B"/>
    <w:rsid w:val="00CC2EB9"/>
    <w:rsid w:val="00CD5301"/>
    <w:rsid w:val="00D171AC"/>
    <w:rsid w:val="00D25769"/>
    <w:rsid w:val="00D329F1"/>
    <w:rsid w:val="00D555BF"/>
    <w:rsid w:val="00D561ED"/>
    <w:rsid w:val="00D57BCC"/>
    <w:rsid w:val="00D63EA5"/>
    <w:rsid w:val="00D64AE6"/>
    <w:rsid w:val="00D70D36"/>
    <w:rsid w:val="00DB1D49"/>
    <w:rsid w:val="00DB20C7"/>
    <w:rsid w:val="00DB2557"/>
    <w:rsid w:val="00DB2EDA"/>
    <w:rsid w:val="00DE1986"/>
    <w:rsid w:val="00DF7858"/>
    <w:rsid w:val="00E31FF3"/>
    <w:rsid w:val="00E478C4"/>
    <w:rsid w:val="00E72DBD"/>
    <w:rsid w:val="00E81499"/>
    <w:rsid w:val="00E8701E"/>
    <w:rsid w:val="00EA1CE4"/>
    <w:rsid w:val="00EA63E1"/>
    <w:rsid w:val="00ED491A"/>
    <w:rsid w:val="00EE05CC"/>
    <w:rsid w:val="00F1423A"/>
    <w:rsid w:val="00F1790A"/>
    <w:rsid w:val="00F40DEC"/>
    <w:rsid w:val="00F50010"/>
    <w:rsid w:val="00F90DA3"/>
    <w:rsid w:val="00FA1C41"/>
    <w:rsid w:val="00FC41DB"/>
    <w:rsid w:val="00FF57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horizontal-relative:margin;mso-position-vertical-relative:margin" fillcolor="none [3212]" strokecolor="none [3213]">
      <v:fill color="none [3212]"/>
      <v:stroke color="none [3213]" weight=".25pt"/>
    </o:shapedefaults>
    <o:shapelayout v:ext="edit">
      <o:idmap v:ext="edit" data="2"/>
    </o:shapelayout>
  </w:shapeDefaults>
  <w:decimalSymbol w:val="."/>
  <w:listSeparator w:val=","/>
  <w14:docId w14:val="2F0D89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0" w:defSemiHidden="0" w:defUnhideWhenUsed="0" w:defQFormat="0" w:count="376"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542B"/>
    <w:pPr>
      <w:spacing w:line="245" w:lineRule="auto"/>
    </w:pPr>
    <w:rPr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700366"/>
    <w:pPr>
      <w:spacing w:before="200" w:after="40" w:line="240" w:lineRule="auto"/>
      <w:ind w:right="3240"/>
      <w:outlineLvl w:val="0"/>
    </w:pPr>
    <w:rPr>
      <w:rFonts w:asciiTheme="majorHAnsi" w:hAnsiTheme="majorHAnsi" w:cs="Times New Roman (Body CS)"/>
      <w:caps/>
      <w:color w:val="570DC2" w:themeColor="accent2" w:themeShade="80"/>
      <w:spacing w:val="20"/>
      <w:szCs w:val="56"/>
    </w:rPr>
  </w:style>
  <w:style w:type="paragraph" w:styleId="Heading2">
    <w:name w:val="heading 2"/>
    <w:basedOn w:val="Heading1"/>
    <w:next w:val="Normal"/>
    <w:link w:val="Heading2Char"/>
    <w:uiPriority w:val="9"/>
    <w:unhideWhenUsed/>
    <w:rsid w:val="00A60A36"/>
    <w:pPr>
      <w:outlineLvl w:val="1"/>
    </w:pPr>
    <w:rPr>
      <w:color w:val="CC7393" w:themeColor="accent5" w:themeShade="BF"/>
      <w:sz w:val="44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AF5119"/>
    <w:pPr>
      <w:spacing w:before="1000" w:after="0"/>
      <w:jc w:val="center"/>
      <w:outlineLvl w:val="2"/>
    </w:pPr>
    <w:rPr>
      <w:rFonts w:asciiTheme="majorHAnsi" w:hAnsiTheme="majorHAnsi"/>
      <w:caps/>
      <w:color w:val="FFFFFF" w:themeColor="background1"/>
      <w:sz w:val="44"/>
      <w:szCs w:val="36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381773"/>
    <w:pPr>
      <w:jc w:val="right"/>
      <w:outlineLvl w:val="3"/>
    </w:pPr>
    <w:rPr>
      <w:rFonts w:asciiTheme="majorHAnsi" w:hAnsiTheme="majorHAnsi"/>
      <w:color w:val="F8F9F3" w:themeColor="accent1"/>
      <w:sz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E400E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  <w:color w:val="44546A" w:themeColor="text2"/>
      <w:sz w:val="36"/>
    </w:rPr>
  </w:style>
  <w:style w:type="paragraph" w:styleId="Heading6">
    <w:name w:val="heading 6"/>
    <w:basedOn w:val="Normal"/>
    <w:next w:val="Normal"/>
    <w:link w:val="Heading6Char"/>
    <w:unhideWhenUsed/>
    <w:rsid w:val="004D4571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color w:val="323E4F" w:themeColor="text2" w:themeShade="BF"/>
      <w:sz w:val="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34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34B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A542B"/>
    <w:pPr>
      <w:spacing w:after="0" w:line="240" w:lineRule="auto"/>
    </w:pPr>
    <w:tblPr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  <w:tblStylePr w:type="band2Vert">
      <w:rPr>
        <w:color w:val="auto"/>
      </w:rPr>
    </w:tblStylePr>
  </w:style>
  <w:style w:type="character" w:styleId="PlaceholderText">
    <w:name w:val="Placeholder Text"/>
    <w:basedOn w:val="DefaultParagraphFont"/>
    <w:uiPriority w:val="99"/>
    <w:semiHidden/>
    <w:rsid w:val="00166BC2"/>
    <w:rPr>
      <w:color w:val="808080"/>
    </w:rPr>
  </w:style>
  <w:style w:type="character" w:customStyle="1" w:styleId="Heading2Char">
    <w:name w:val="Heading 2 Char"/>
    <w:basedOn w:val="DefaultParagraphFont"/>
    <w:link w:val="Heading2"/>
    <w:uiPriority w:val="9"/>
    <w:rsid w:val="00A60A36"/>
    <w:rPr>
      <w:rFonts w:asciiTheme="majorHAnsi" w:hAnsiTheme="majorHAnsi"/>
      <w:caps/>
      <w:color w:val="CC7393" w:themeColor="accent5" w:themeShade="BF"/>
      <w:sz w:val="44"/>
      <w:szCs w:val="56"/>
    </w:rPr>
  </w:style>
  <w:style w:type="character" w:customStyle="1" w:styleId="Heading3Char">
    <w:name w:val="Heading 3 Char"/>
    <w:basedOn w:val="DefaultParagraphFont"/>
    <w:link w:val="Heading3"/>
    <w:uiPriority w:val="9"/>
    <w:rsid w:val="00AF5119"/>
    <w:rPr>
      <w:rFonts w:asciiTheme="majorHAnsi" w:hAnsiTheme="majorHAnsi"/>
      <w:caps/>
      <w:color w:val="FFFFFF" w:themeColor="background1"/>
      <w:sz w:val="44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381773"/>
    <w:rPr>
      <w:rFonts w:asciiTheme="majorHAnsi" w:hAnsiTheme="majorHAnsi"/>
      <w:color w:val="F8F9F3" w:themeColor="accent1"/>
      <w:sz w:val="24"/>
    </w:rPr>
  </w:style>
  <w:style w:type="character" w:customStyle="1" w:styleId="Heading6Char">
    <w:name w:val="Heading 6 Char"/>
    <w:basedOn w:val="DefaultParagraphFont"/>
    <w:link w:val="Heading6"/>
    <w:rsid w:val="004D4571"/>
    <w:rPr>
      <w:rFonts w:ascii="Times New Roman" w:eastAsia="Times New Roman" w:hAnsi="Times New Roman" w:cs="Times New Roman"/>
      <w:color w:val="323E4F" w:themeColor="text2" w:themeShade="BF"/>
      <w:sz w:val="60"/>
    </w:rPr>
  </w:style>
  <w:style w:type="paragraph" w:styleId="ListParagraph">
    <w:name w:val="List Paragraph"/>
    <w:basedOn w:val="Normal"/>
    <w:uiPriority w:val="34"/>
    <w:rsid w:val="000D0FB4"/>
    <w:pPr>
      <w:numPr>
        <w:numId w:val="1"/>
      </w:numPr>
      <w:spacing w:after="400" w:line="240" w:lineRule="auto"/>
      <w:jc w:val="center"/>
    </w:pPr>
    <w:rPr>
      <w:color w:val="F8F9F3" w:themeColor="accent1"/>
      <w:sz w:val="32"/>
      <w:lang w:bidi="hi-IN"/>
    </w:rPr>
  </w:style>
  <w:style w:type="paragraph" w:styleId="Header">
    <w:name w:val="header"/>
    <w:basedOn w:val="Normal"/>
    <w:link w:val="HeaderChar"/>
    <w:uiPriority w:val="99"/>
    <w:unhideWhenUsed/>
    <w:rsid w:val="00E71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C68"/>
  </w:style>
  <w:style w:type="paragraph" w:styleId="Footer">
    <w:name w:val="footer"/>
    <w:basedOn w:val="Normal"/>
    <w:link w:val="FooterChar"/>
    <w:uiPriority w:val="99"/>
    <w:unhideWhenUsed/>
    <w:rsid w:val="00E71C6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C68"/>
  </w:style>
  <w:style w:type="character" w:customStyle="1" w:styleId="Heading1Char">
    <w:name w:val="Heading 1 Char"/>
    <w:basedOn w:val="DefaultParagraphFont"/>
    <w:link w:val="Heading1"/>
    <w:uiPriority w:val="9"/>
    <w:rsid w:val="00700366"/>
    <w:rPr>
      <w:rFonts w:asciiTheme="majorHAnsi" w:hAnsiTheme="majorHAnsi" w:cs="Times New Roman (Body CS)"/>
      <w:caps/>
      <w:color w:val="570DC2" w:themeColor="accent2" w:themeShade="80"/>
      <w:spacing w:val="20"/>
      <w:sz w:val="20"/>
      <w:szCs w:val="56"/>
    </w:rPr>
  </w:style>
  <w:style w:type="paragraph" w:styleId="Title">
    <w:name w:val="Title"/>
    <w:basedOn w:val="Heading3"/>
    <w:next w:val="Normal"/>
    <w:link w:val="TitleChar"/>
    <w:uiPriority w:val="10"/>
    <w:qFormat/>
    <w:rsid w:val="000A542B"/>
    <w:pPr>
      <w:spacing w:before="60" w:after="280" w:line="240" w:lineRule="auto"/>
      <w:jc w:val="left"/>
    </w:pPr>
    <w:rPr>
      <w:rFonts w:cs="Times New Roman (Body CS)"/>
      <w:noProof/>
      <w:color w:val="110227" w:themeColor="accent2" w:themeShade="1A"/>
      <w:spacing w:val="20"/>
      <w:sz w:val="56"/>
    </w:rPr>
  </w:style>
  <w:style w:type="character" w:customStyle="1" w:styleId="TitleChar">
    <w:name w:val="Title Char"/>
    <w:basedOn w:val="DefaultParagraphFont"/>
    <w:link w:val="Title"/>
    <w:uiPriority w:val="10"/>
    <w:rsid w:val="000A542B"/>
    <w:rPr>
      <w:rFonts w:asciiTheme="majorHAnsi" w:hAnsiTheme="majorHAnsi" w:cs="Times New Roman (Body CS)"/>
      <w:caps/>
      <w:noProof/>
      <w:color w:val="110227" w:themeColor="accent2" w:themeShade="1A"/>
      <w:spacing w:val="20"/>
      <w:sz w:val="56"/>
      <w:szCs w:val="36"/>
    </w:rPr>
  </w:style>
  <w:style w:type="paragraph" w:styleId="Date">
    <w:name w:val="Date"/>
    <w:basedOn w:val="Normal"/>
    <w:next w:val="Normal"/>
    <w:link w:val="DateChar"/>
    <w:uiPriority w:val="99"/>
    <w:unhideWhenUsed/>
    <w:rsid w:val="00082E2C"/>
    <w:pPr>
      <w:jc w:val="center"/>
    </w:pPr>
    <w:rPr>
      <w:rFonts w:asciiTheme="majorHAnsi" w:hAnsiTheme="majorHAnsi"/>
      <w:color w:val="FFFFFF" w:themeColor="background1"/>
      <w:sz w:val="32"/>
      <w:szCs w:val="32"/>
    </w:rPr>
  </w:style>
  <w:style w:type="character" w:customStyle="1" w:styleId="DateChar">
    <w:name w:val="Date Char"/>
    <w:basedOn w:val="DefaultParagraphFont"/>
    <w:link w:val="Date"/>
    <w:uiPriority w:val="99"/>
    <w:rsid w:val="00082E2C"/>
    <w:rPr>
      <w:rFonts w:asciiTheme="majorHAnsi" w:hAnsiTheme="majorHAnsi"/>
      <w:color w:val="FFFFFF" w:themeColor="background1"/>
      <w:sz w:val="32"/>
      <w:szCs w:val="32"/>
    </w:rPr>
  </w:style>
  <w:style w:type="character" w:customStyle="1" w:styleId="Heading5Char">
    <w:name w:val="Heading 5 Char"/>
    <w:basedOn w:val="DefaultParagraphFont"/>
    <w:link w:val="Heading5"/>
    <w:uiPriority w:val="9"/>
    <w:rsid w:val="00E400EE"/>
    <w:rPr>
      <w:rFonts w:asciiTheme="majorHAnsi" w:eastAsiaTheme="majorEastAsia" w:hAnsiTheme="majorHAnsi" w:cstheme="majorBidi"/>
      <w:b/>
      <w:color w:val="44546A" w:themeColor="text2"/>
      <w:sz w:val="36"/>
    </w:rPr>
  </w:style>
  <w:style w:type="paragraph" w:customStyle="1" w:styleId="checkboxindent">
    <w:name w:val="checkbox indent"/>
    <w:basedOn w:val="Normal"/>
    <w:qFormat/>
    <w:rsid w:val="00034A3C"/>
    <w:pPr>
      <w:spacing w:before="20" w:after="20"/>
      <w:ind w:left="357" w:hanging="357"/>
    </w:pPr>
  </w:style>
  <w:style w:type="paragraph" w:customStyle="1" w:styleId="bullet">
    <w:name w:val="bullet"/>
    <w:basedOn w:val="Normal"/>
    <w:rsid w:val="00A930ED"/>
    <w:pPr>
      <w:numPr>
        <w:numId w:val="5"/>
      </w:numPr>
      <w:spacing w:before="20" w:after="20"/>
    </w:pPr>
  </w:style>
  <w:style w:type="numbering" w:customStyle="1" w:styleId="CurrentList1">
    <w:name w:val="Current List1"/>
    <w:uiPriority w:val="99"/>
    <w:rsid w:val="00D555BF"/>
    <w:pPr>
      <w:numPr>
        <w:numId w:val="6"/>
      </w:numPr>
    </w:pPr>
  </w:style>
  <w:style w:type="numbering" w:customStyle="1" w:styleId="CurrentList2">
    <w:name w:val="Current List2"/>
    <w:uiPriority w:val="99"/>
    <w:rsid w:val="00A930ED"/>
    <w:pPr>
      <w:numPr>
        <w:numId w:val="9"/>
      </w:numPr>
    </w:pPr>
  </w:style>
  <w:style w:type="paragraph" w:customStyle="1" w:styleId="Subhead">
    <w:name w:val="Subhead"/>
    <w:basedOn w:val="Normal"/>
    <w:qFormat/>
    <w:rsid w:val="0075782F"/>
    <w:rPr>
      <w:rFonts w:cs="Times New Roman (Body CS)"/>
      <w:caps/>
      <w:noProof/>
      <w:color w:val="110227" w:themeColor="accent2" w:themeShade="1A"/>
      <w:spacing w:val="10"/>
      <w:sz w:val="24"/>
      <w:lang w:val="en-GB" w:eastAsia="en-GB"/>
    </w:rPr>
  </w:style>
  <w:style w:type="paragraph" w:customStyle="1" w:styleId="CheckMarks">
    <w:name w:val="Check Marks"/>
    <w:basedOn w:val="Normal"/>
    <w:qFormat/>
    <w:rsid w:val="00DB2EDA"/>
    <w:pPr>
      <w:spacing w:after="0"/>
    </w:pPr>
    <w:rPr>
      <w:rFonts w:eastAsia="MS Gothic" w:cs="Times New Roman (Body CS)"/>
      <w:b/>
      <w:color w:val="37A7E9" w:themeColor="accent6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cox5\AppData\Roaming\Microsoft\Templates\Homework%20tips%20checkli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818EDC82C0442CF8BBFB6AB99D248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F2470F-32F9-455D-8967-D13AE1AFDCE1}"/>
      </w:docPartPr>
      <w:docPartBody>
        <w:p w:rsidR="00EF500C" w:rsidRDefault="00752A40">
          <w:pPr>
            <w:pStyle w:val="8818EDC82C0442CF8BBFB6AB99D2481F"/>
          </w:pPr>
          <w:r w:rsidRPr="000A542B">
            <w:rPr>
              <w:rStyle w:val="TitleChar"/>
            </w:rPr>
            <w:t>Homework Tips Checklist for Parents</w:t>
          </w:r>
        </w:p>
      </w:docPartBody>
    </w:docPart>
    <w:docPart>
      <w:docPartPr>
        <w:name w:val="10D842CE87BE4337B5F3A0B5737B9B1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581895-385B-4B8A-BF65-4E960B5CEA79}"/>
      </w:docPartPr>
      <w:docPartBody>
        <w:p w:rsidR="00EF500C" w:rsidRDefault="00752A40">
          <w:pPr>
            <w:pStyle w:val="10D842CE87BE4337B5F3A0B5737B9B1B"/>
          </w:pPr>
          <w:r w:rsidRPr="000A542B">
            <w:t>Use this checklist to help your children do their homework easily and stress free.</w:t>
          </w:r>
        </w:p>
      </w:docPartBody>
    </w:docPart>
    <w:docPart>
      <w:docPartPr>
        <w:name w:val="24F7FD1C015C4DC2A589EDAA0B33C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91F88E-9346-4BC7-B616-2E85D360D678}"/>
      </w:docPartPr>
      <w:docPartBody>
        <w:p w:rsidR="00EF500C" w:rsidRDefault="00752A40">
          <w:pPr>
            <w:pStyle w:val="24F7FD1C015C4DC2A589EDAA0B33CA21"/>
          </w:pPr>
          <w:r w:rsidRPr="000A542B">
            <w:t>Set up the environment</w:t>
          </w:r>
        </w:p>
      </w:docPartBody>
    </w:docPart>
    <w:docPart>
      <w:docPartPr>
        <w:name w:val="4C4936DE81A24F1D823C0E80995F37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D4B88E-D3D1-4439-BC56-761FE9701051}"/>
      </w:docPartPr>
      <w:docPartBody>
        <w:p w:rsidR="00EF500C" w:rsidRDefault="00752A40">
          <w:pPr>
            <w:pStyle w:val="4C4936DE81A24F1D823C0E80995F3780"/>
          </w:pPr>
          <w:r w:rsidRPr="00007525">
            <w:t>Designate a study area – quiet, well-lit and private. Not too hot or too cold.</w:t>
          </w:r>
        </w:p>
      </w:docPartBody>
    </w:docPart>
    <w:docPart>
      <w:docPartPr>
        <w:name w:val="B9F7C611B696406BB412DB99523412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C333F-CBD2-4D75-B828-B35375C65A62}"/>
      </w:docPartPr>
      <w:docPartBody>
        <w:p w:rsidR="00EF500C" w:rsidRDefault="00752A40">
          <w:pPr>
            <w:pStyle w:val="B9F7C611B696406BB412DB9952341252"/>
          </w:pPr>
          <w:r w:rsidRPr="000A542B">
            <w:t>Manage homework time</w:t>
          </w:r>
        </w:p>
      </w:docPartBody>
    </w:docPart>
    <w:docPart>
      <w:docPartPr>
        <w:name w:val="6A4FF1E6F19946559551C8F905E13B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7F217F-576A-4992-8ABE-9C950B9223F8}"/>
      </w:docPartPr>
      <w:docPartBody>
        <w:p w:rsidR="00EF500C" w:rsidRDefault="00752A40">
          <w:pPr>
            <w:pStyle w:val="6A4FF1E6F19946559551C8F905E13B60"/>
          </w:pPr>
          <w:r w:rsidRPr="000A542B">
            <w:t>Establish a routine to help establish good study habits.</w:t>
          </w:r>
        </w:p>
      </w:docPartBody>
    </w:docPart>
    <w:docPart>
      <w:docPartPr>
        <w:name w:val="DD3077058B35411B8469C765E2A7AF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5ABA0D-0643-42C4-98EE-E9E89D7A2EBF}"/>
      </w:docPartPr>
      <w:docPartBody>
        <w:p w:rsidR="00EF500C" w:rsidRDefault="00752A40">
          <w:pPr>
            <w:pStyle w:val="DD3077058B35411B8469C765E2A7AF78"/>
          </w:pPr>
          <w:r w:rsidRPr="000A542B">
            <w:t>Stay close to monitor and be available to help with homework.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ckwell"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Microsoft Office Preview Font">
    <w:charset w:val="00"/>
    <w:family w:val="swiss"/>
    <w:pitch w:val="variable"/>
    <w:sig w:usb0="00000003" w:usb1="02000000" w:usb2="00000000" w:usb3="00000000" w:csb0="00000001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ZBManuscript">
    <w:charset w:val="00"/>
    <w:family w:val="auto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825C6"/>
    <w:multiLevelType w:val="hybridMultilevel"/>
    <w:tmpl w:val="6714F030"/>
    <w:lvl w:ilvl="0" w:tplc="92ECF5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3" w:hanging="360"/>
      </w:pPr>
      <w:rPr>
        <w:rFonts w:ascii="Wingdings" w:hAnsi="Wingdings" w:hint="default"/>
      </w:rPr>
    </w:lvl>
  </w:abstractNum>
  <w:num w:numId="1" w16cid:durableId="2061241272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785"/>
    <w:rsid w:val="003A66B7"/>
    <w:rsid w:val="00573F02"/>
    <w:rsid w:val="006E0785"/>
    <w:rsid w:val="00752A40"/>
    <w:rsid w:val="00EB34E4"/>
    <w:rsid w:val="00EF500C"/>
    <w:rsid w:val="00F6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Heading3"/>
    <w:next w:val="Normal"/>
    <w:link w:val="TitleChar"/>
    <w:uiPriority w:val="10"/>
    <w:qFormat/>
    <w:pPr>
      <w:keepNext w:val="0"/>
      <w:keepLines w:val="0"/>
      <w:spacing w:before="60" w:after="280" w:line="240" w:lineRule="auto"/>
    </w:pPr>
    <w:rPr>
      <w:rFonts w:eastAsiaTheme="minorHAnsi" w:cs="Times New Roman (Body CS)"/>
      <w:caps/>
      <w:noProof/>
      <w:color w:val="190A02" w:themeColor="accent2" w:themeShade="1A"/>
      <w:spacing w:val="20"/>
      <w:kern w:val="0"/>
      <w:sz w:val="56"/>
      <w:szCs w:val="36"/>
      <w14:ligatures w14:val="non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inorHAnsi" w:hAnsiTheme="majorHAnsi" w:cs="Times New Roman (Body CS)"/>
      <w:caps/>
      <w:noProof/>
      <w:color w:val="190A02" w:themeColor="accent2" w:themeShade="1A"/>
      <w:spacing w:val="20"/>
      <w:kern w:val="0"/>
      <w:sz w:val="56"/>
      <w:szCs w:val="36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paragraph" w:customStyle="1" w:styleId="8818EDC82C0442CF8BBFB6AB99D2481F">
    <w:name w:val="8818EDC82C0442CF8BBFB6AB99D2481F"/>
  </w:style>
  <w:style w:type="paragraph" w:customStyle="1" w:styleId="10D842CE87BE4337B5F3A0B5737B9B1B">
    <w:name w:val="10D842CE87BE4337B5F3A0B5737B9B1B"/>
  </w:style>
  <w:style w:type="paragraph" w:customStyle="1" w:styleId="24F7FD1C015C4DC2A589EDAA0B33CA21">
    <w:name w:val="24F7FD1C015C4DC2A589EDAA0B33CA21"/>
  </w:style>
  <w:style w:type="paragraph" w:customStyle="1" w:styleId="4C4936DE81A24F1D823C0E80995F3780">
    <w:name w:val="4C4936DE81A24F1D823C0E80995F3780"/>
  </w:style>
  <w:style w:type="paragraph" w:customStyle="1" w:styleId="B9F7C611B696406BB412DB9952341252">
    <w:name w:val="B9F7C611B696406BB412DB9952341252"/>
  </w:style>
  <w:style w:type="paragraph" w:customStyle="1" w:styleId="6A4FF1E6F19946559551C8F905E13B60">
    <w:name w:val="6A4FF1E6F19946559551C8F905E13B60"/>
  </w:style>
  <w:style w:type="paragraph" w:customStyle="1" w:styleId="DD3077058B35411B8469C765E2A7AF78">
    <w:name w:val="DD3077058B35411B8469C765E2A7AF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TM44695686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F8F9F3"/>
      </a:accent1>
      <a:accent2>
        <a:srgbClr val="C8A6F9"/>
      </a:accent2>
      <a:accent3>
        <a:srgbClr val="E2F0CD"/>
      </a:accent3>
      <a:accent4>
        <a:srgbClr val="E0DEED"/>
      </a:accent4>
      <a:accent5>
        <a:srgbClr val="E9C2D0"/>
      </a:accent5>
      <a:accent6>
        <a:srgbClr val="8FCEF3"/>
      </a:accent6>
      <a:hlink>
        <a:srgbClr val="0563C1"/>
      </a:hlink>
      <a:folHlink>
        <a:srgbClr val="954F72"/>
      </a:folHlink>
    </a:clrScheme>
    <a:fontScheme name="Custom 5">
      <a:majorFont>
        <a:latin typeface="Rockwell"/>
        <a:ea typeface=""/>
        <a:cs typeface=""/>
      </a:majorFont>
      <a:minorFont>
        <a:latin typeface="Gill Sans M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Image xmlns="71af3243-3dd4-4a8d-8c0d-dd76da1f02a5">
      <Url xsi:nil="true"/>
      <Description xsi:nil="true"/>
    </Image>
    <Status xmlns="71af3243-3dd4-4a8d-8c0d-dd76da1f02a5">Not started</Status>
    <Background xmlns="71af3243-3dd4-4a8d-8c0d-dd76da1f02a5">false</Background>
    <_ip_UnifiedCompliancePolicyProperties xmlns="http://schemas.microsoft.com/sharepoint/v3" xsi:nil="true"/>
    <ImageTagsTaxHTField xmlns="71af3243-3dd4-4a8d-8c0d-dd76da1f02a5">
      <Terms xmlns="http://schemas.microsoft.com/office/infopath/2007/PartnerControls"/>
    </ImageTagsTaxHTField>
    <TaxCatchAll xmlns="230e9df3-be65-4c73-a93b-d1236ebd677e" xsi:nil="true"/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26" ma:contentTypeDescription="Create a new document." ma:contentTypeScope="" ma:versionID="ac37c1753acd5e330d2062ccec26ea66">
  <xsd:schema xmlns:xsd="http://www.w3.org/2001/XMLSchema" xmlns:xs="http://www.w3.org/2001/XMLSchema" xmlns:p="http://schemas.microsoft.com/office/2006/metadata/properties" xmlns:ns1="http://schemas.microsoft.com/sharepoint/v3" xmlns:ns2="71af3243-3dd4-4a8d-8c0d-dd76da1f02a5" xmlns:ns3="16c05727-aa75-4e4a-9b5f-8a80a1165891" xmlns:ns4="230e9df3-be65-4c73-a93b-d1236ebd677e" targetNamespace="http://schemas.microsoft.com/office/2006/metadata/properties" ma:root="true" ma:fieldsID="3b340c7101c92c5120abd06486f94548" ns1:_="" ns2:_="" ns3:_="" ns4:_="">
    <xsd:import namespace="http://schemas.microsoft.com/sharepoint/v3"/>
    <xsd:import namespace="71af3243-3dd4-4a8d-8c0d-dd76da1f02a5"/>
    <xsd:import namespace="16c05727-aa75-4e4a-9b5f-8a80a1165891"/>
    <xsd:import namespace="230e9df3-be65-4c73-a93b-d1236ebd677e"/>
    <xsd:element name="properties">
      <xsd:complexType>
        <xsd:sequence>
          <xsd:element name="documentManagement">
            <xsd:complexType>
              <xsd:all>
                <xsd:element ref="ns2:Status" minOccurs="0"/>
                <xsd:element ref="ns2:Image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1:_ip_UnifiedCompliancePolicyProperties" minOccurs="0"/>
                <xsd:element ref="ns1:_ip_UnifiedCompliancePolicyUIAction" minOccurs="0"/>
                <xsd:element ref="ns4:TaxCatchAll" minOccurs="0"/>
                <xsd:element ref="ns2:ImageTagsTaxHTField" minOccurs="0"/>
                <xsd:element ref="ns2:MediaServiceLocation" minOccurs="0"/>
                <xsd:element ref="ns2:MediaLengthInSeconds" minOccurs="0"/>
                <xsd:element ref="ns2:Background" minOccurs="0"/>
                <xsd:element ref="ns2:MediaServiceSearchProperties" minOccurs="0"/>
                <xsd:element ref="ns2:MediaServiceDoc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Status" ma:index="2" nillable="true" ma:displayName="Status" ma:default="Not started" ma:format="Dropdown" ma:internalName="Status" ma:readOnly="false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  <xsd:element name="Image" ma:index="3" nillable="true" ma:displayName="Image" ma:format="Image" ma:internalName="Image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hidden="true" ma:internalName="MediaServiceOCR" ma:readOnly="true">
      <xsd:simpleType>
        <xsd:restriction base="dms:Note"/>
      </xsd:simpleType>
    </xsd:element>
    <xsd:element name="MediaServiceAutoTags" ma:index="11" nillable="true" ma:displayName="MediaServiceAutoTags" ma:hidden="true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hidden="true" ma:internalName="MediaServiceKeyPoints" ma:readOnly="false">
      <xsd:simpleType>
        <xsd:restriction base="dms:Note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ImageTagsTaxHTField" ma:index="25" nillable="true" ma:taxonomy="true" ma:internalName="ImageTagsTaxHTField" ma:taxonomyFieldName="MediaServiceImageTags" ma:displayName="Image Tags" ma:readOnly="false" ma:fieldId="{5cf76f15-5ced-4ddc-b409-7134ff3c332f}" ma:taxonomyMulti="true" ma:sspId="e385fb40-52d4-4fae-9c5b-3e8ff8a5878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MediaLengthInSeconds" ma:index="27" nillable="true" ma:displayName="MediaLengthInSeconds" ma:hidden="true" ma:internalName="MediaLengthInSeconds" ma:readOnly="true">
      <xsd:simpleType>
        <xsd:restriction base="dms:Unknown"/>
      </xsd:simpleType>
    </xsd:element>
    <xsd:element name="Background" ma:index="28" nillable="true" ma:displayName="Background" ma:default="0" ma:format="Dropdown" ma:internalName="Background">
      <xsd:simpleType>
        <xsd:restriction base="dms:Boolea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ocTags" ma:index="30" nillable="true" ma:displayName="MediaServiceDocTags" ma:hidden="true" ma:internalName="MediaServiceDoc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e9df3-be65-4c73-a93b-d1236ebd677e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3f6bfcbc-3db3-4ae6-bd76-326f0798ad28}" ma:internalName="TaxCatchAll" ma:readOnly="false" ma:showField="CatchAllData" ma:web="16c05727-aa75-4e4a-9b5f-8a80a116589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878E68-F6C2-4EB9-98E1-3D8369D6FC4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1af3243-3dd4-4a8d-8c0d-dd76da1f02a5"/>
    <ds:schemaRef ds:uri="230e9df3-be65-4c73-a93b-d1236ebd677e"/>
  </ds:schemaRefs>
</ds:datastoreItem>
</file>

<file path=customXml/itemProps2.xml><?xml version="1.0" encoding="utf-8"?>
<ds:datastoreItem xmlns:ds="http://schemas.openxmlformats.org/officeDocument/2006/customXml" ds:itemID="{D0221267-6E61-40A5-BEA6-3CD64F7E14C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EEE081-5A12-472F-8702-5E2B8DB89D4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013890F-9675-4BC3-97A9-8BF3832D25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1af3243-3dd4-4a8d-8c0d-dd76da1f02a5"/>
    <ds:schemaRef ds:uri="16c05727-aa75-4e4a-9b5f-8a80a1165891"/>
    <ds:schemaRef ds:uri="230e9df3-be65-4c73-a93b-d1236ebd67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Homework tips checklist</Template>
  <TotalTime>0</TotalTime>
  <Pages>1</Pages>
  <Words>108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2023-06-12T16:57:00Z</dcterms:created>
  <dcterms:modified xsi:type="dcterms:W3CDTF">2025-07-25T13:11:00Z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