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FAA66" w14:textId="25E1367F" w:rsidR="00170B79" w:rsidRPr="000A542B" w:rsidRDefault="0075782F" w:rsidP="000A542B">
      <w:pPr>
        <w:spacing w:after="0"/>
        <w:rPr>
          <w:sz w:val="8"/>
          <w:szCs w:val="10"/>
        </w:rPr>
      </w:pPr>
      <w:r w:rsidRPr="000A542B">
        <w:rPr>
          <w:noProof/>
          <w:sz w:val="8"/>
          <w:szCs w:val="10"/>
        </w:rPr>
        <mc:AlternateContent>
          <mc:Choice Requires="wps">
            <w:drawing>
              <wp:anchor distT="0" distB="0" distL="114300" distR="114300" simplePos="0" relativeHeight="251912192" behindDoc="1" locked="1" layoutInCell="1" allowOverlap="1" wp14:anchorId="40A53F4E" wp14:editId="610CFDF1">
                <wp:simplePos x="0" y="0"/>
                <wp:positionH relativeFrom="column">
                  <wp:posOffset>-685800</wp:posOffset>
                </wp:positionH>
                <wp:positionV relativeFrom="paragraph">
                  <wp:posOffset>-374650</wp:posOffset>
                </wp:positionV>
                <wp:extent cx="7772400" cy="2139696"/>
                <wp:effectExtent l="0" t="0" r="0" b="0"/>
                <wp:wrapNone/>
                <wp:docPr id="1042080679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2139696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222564" id="Rectangle 1" o:spid="_x0000_s1026" alt="&quot;&quot;" style="position:absolute;margin-left:-54pt;margin-top:-29.5pt;width:612pt;height:168.5pt;z-index:-25140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" fillcolor="#c8a6f9 [3205]" stroked="f">
                <w10:anchorlock/>
              </v:rect>
            </w:pict>
          </mc:Fallback>
        </mc:AlternateConten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2226"/>
        <w:gridCol w:w="7854"/>
      </w:tblGrid>
      <w:tr w:rsidR="000A542B" w14:paraId="51ED044B" w14:textId="77777777" w:rsidTr="000A542B">
        <w:tc>
          <w:tcPr>
            <w:tcW w:w="2226" w:type="dxa"/>
          </w:tcPr>
          <w:p w14:paraId="6D58DC33" w14:textId="77777777" w:rsidR="000A542B" w:rsidRDefault="000A542B" w:rsidP="00C569AF">
            <w:r>
              <w:rPr>
                <w:noProof/>
              </w:rPr>
              <w:drawing>
                <wp:inline distT="0" distB="0" distL="0" distR="0" wp14:anchorId="59BB2905" wp14:editId="4A76F72B">
                  <wp:extent cx="1273175" cy="1325880"/>
                  <wp:effectExtent l="0" t="0" r="3175" b="7620"/>
                  <wp:docPr id="2020422896" name="Picture 2" descr="pencil and paper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0422896" name="Picture 2" descr="pencil and paper icon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273175" cy="1325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54" w:type="dxa"/>
          </w:tcPr>
          <w:sdt>
            <w:sdtPr>
              <w:id w:val="-313712982"/>
              <w:placeholder>
                <w:docPart w:val="8818EDC82C0442CF8BBFB6AB99D2481F"/>
              </w:placeholder>
              <w15:appearance w15:val="hidden"/>
            </w:sdtPr>
            <w:sdtEndPr>
              <w:rPr>
                <w:rFonts w:ascii="Century Gothic" w:hAnsi="Century Gothic"/>
              </w:rPr>
            </w:sdtEndPr>
            <w:sdtContent>
              <w:p w14:paraId="6D5097F4" w14:textId="4321C007" w:rsidR="00BB0491" w:rsidRDefault="00BB0491" w:rsidP="00BB0491">
                <w:pPr>
                  <w:jc w:val="center"/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</w:pPr>
                <w:r w:rsidRPr="00BB0491"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 xml:space="preserve">Pleasant Plains Elementary </w:t>
                </w:r>
              </w:p>
              <w:p w14:paraId="050485DE" w14:textId="3AB3449C" w:rsidR="000A542B" w:rsidRPr="00BB0491" w:rsidRDefault="00BB0491" w:rsidP="00BB0491">
                <w:pPr>
                  <w:jc w:val="center"/>
                  <w:rPr>
                    <w:rFonts w:ascii="Century Gothic" w:hAnsi="Century Gothic"/>
                  </w:rPr>
                </w:pPr>
                <w:r w:rsidRPr="00BB0491"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 xml:space="preserve">Second Grade Supply List       </w:t>
                </w:r>
              </w:p>
            </w:sdtContent>
          </w:sdt>
          <w:p w14:paraId="19905A83" w14:textId="07974A4B" w:rsidR="000A542B" w:rsidRPr="00BB0491" w:rsidRDefault="00000000" w:rsidP="00BB0491">
            <w:pPr>
              <w:pStyle w:val="Subhead"/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370226575"/>
                <w:placeholder>
                  <w:docPart w:val="10D842CE87BE4337B5F3A0B5737B9B1B"/>
                </w:placeholder>
                <w15:appearance w15:val="hidden"/>
              </w:sdtPr>
              <w:sdtContent>
                <w:r w:rsidR="00BB0491" w:rsidRPr="00BB0491"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202</w:t>
                </w:r>
                <w:r w:rsidR="00D54734"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5</w:t>
                </w:r>
                <w:r w:rsidR="00BB0491" w:rsidRPr="00BB0491"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-202</w:t>
                </w:r>
                <w:r w:rsidR="00D54734"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6</w:t>
                </w:r>
              </w:sdtContent>
            </w:sdt>
          </w:p>
        </w:tc>
      </w:tr>
    </w:tbl>
    <w:p w14:paraId="0CCA8DA3" w14:textId="5209E290" w:rsidR="0061593B" w:rsidRDefault="0061593B" w:rsidP="00C569AF"/>
    <w:tbl>
      <w:tblPr>
        <w:tblStyle w:val="TableGrid"/>
        <w:tblW w:w="1023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"/>
        <w:gridCol w:w="9595"/>
      </w:tblGrid>
      <w:tr w:rsidR="006A7D77" w:rsidRPr="000A542B" w14:paraId="424F0F6E" w14:textId="77777777" w:rsidTr="00BB0491">
        <w:trPr>
          <w:trHeight w:val="760"/>
        </w:trPr>
        <w:tc>
          <w:tcPr>
            <w:tcW w:w="10234" w:type="dxa"/>
            <w:gridSpan w:val="2"/>
            <w:shd w:val="clear" w:color="auto" w:fill="auto"/>
          </w:tcPr>
          <w:p w14:paraId="51A85844" w14:textId="3881A9B9" w:rsidR="006A7D77" w:rsidRPr="00F50010" w:rsidRDefault="00000000" w:rsidP="000A542B">
            <w:pPr>
              <w:pStyle w:val="Heading1"/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-188062379"/>
                <w:placeholder>
                  <w:docPart w:val="24F7FD1C015C4DC2A589EDAA0B33CA21"/>
                </w:placeholder>
                <w15:appearance w15:val="hidden"/>
              </w:sdtPr>
              <w:sdtContent>
                <w:r w:rsidR="00BB0491" w:rsidRPr="00F50010">
                  <w:rPr>
                    <w:sz w:val="24"/>
                    <w:szCs w:val="60"/>
                  </w:rPr>
                  <w:t xml:space="preserve">Required </w:t>
                </w:r>
                <w:r w:rsidR="006067C6">
                  <w:rPr>
                    <w:sz w:val="24"/>
                    <w:szCs w:val="60"/>
                  </w:rPr>
                  <w:t xml:space="preserve">Personal </w:t>
                </w:r>
                <w:r w:rsidR="00BB0491" w:rsidRPr="00F50010">
                  <w:rPr>
                    <w:sz w:val="24"/>
                    <w:szCs w:val="60"/>
                  </w:rPr>
                  <w:t>Items:</w:t>
                </w:r>
              </w:sdtContent>
            </w:sdt>
            <w:r w:rsidR="000A542B" w:rsidRPr="00F50010">
              <w:rPr>
                <w:sz w:val="24"/>
                <w:szCs w:val="60"/>
              </w:rPr>
              <w:t xml:space="preserve"> </w:t>
            </w:r>
          </w:p>
        </w:tc>
      </w:tr>
      <w:tr w:rsidR="00F50010" w14:paraId="25C8E4DE" w14:textId="77777777" w:rsidTr="0070125E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3C76096E" w14:textId="4FB1E071" w:rsidR="00F50010" w:rsidRDefault="00000000" w:rsidP="00BB77DE">
            <w:pPr>
              <w:pStyle w:val="CheckMarks"/>
            </w:pPr>
            <w:sdt>
              <w:sdtPr>
                <w:id w:val="-758214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0010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1754A84A" w14:textId="002B362D" w:rsidR="00F50010" w:rsidRPr="00F50010" w:rsidRDefault="00F50010" w:rsidP="00007525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Backpack </w:t>
            </w:r>
          </w:p>
        </w:tc>
      </w:tr>
      <w:tr w:rsidR="00DB2EDA" w14:paraId="4A967F61" w14:textId="77777777" w:rsidTr="0070125E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2D299E28" w14:textId="4B9D5FBC" w:rsidR="00DB2EDA" w:rsidRDefault="00000000" w:rsidP="00DB2EDA">
            <w:pPr>
              <w:pStyle w:val="CheckMarks"/>
            </w:pPr>
            <w:sdt>
              <w:sdtPr>
                <w:id w:val="169071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36F4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30A52558" w14:textId="1BFC205C" w:rsidR="00DB2EDA" w:rsidRPr="00F50010" w:rsidRDefault="004F77CD" w:rsidP="00007525">
            <w:pPr>
              <w:rPr>
                <w:sz w:val="24"/>
                <w:szCs w:val="60"/>
              </w:rPr>
            </w:pPr>
            <w:r>
              <w:rPr>
                <w:noProof/>
              </w:rPr>
              <w:drawing>
                <wp:anchor distT="0" distB="0" distL="114300" distR="114300" simplePos="0" relativeHeight="251916288" behindDoc="0" locked="0" layoutInCell="1" allowOverlap="1" wp14:anchorId="725CECF1" wp14:editId="1009E48F">
                  <wp:simplePos x="0" y="0"/>
                  <wp:positionH relativeFrom="column">
                    <wp:posOffset>5210175</wp:posOffset>
                  </wp:positionH>
                  <wp:positionV relativeFrom="paragraph">
                    <wp:posOffset>-484505</wp:posOffset>
                  </wp:positionV>
                  <wp:extent cx="863600" cy="1092200"/>
                  <wp:effectExtent l="0" t="0" r="0" b="0"/>
                  <wp:wrapNone/>
                  <wp:docPr id="139663000" name="Picture 1" descr="Wide Ruled Purple 1 Subject Flexible Plastic Cover Spiral Notebook - up &amp;  up™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de Ruled Purple 1 Subject Flexible Plastic Cover Spiral Notebook - up &amp;  up™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84" r="11046"/>
                          <a:stretch/>
                        </pic:blipFill>
                        <pic:spPr bwMode="auto">
                          <a:xfrm>
                            <a:off x="0" y="0"/>
                            <a:ext cx="863600" cy="109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917312" behindDoc="0" locked="0" layoutInCell="1" allowOverlap="1" wp14:anchorId="3BC63DCC" wp14:editId="0FDD5FD6">
                  <wp:simplePos x="0" y="0"/>
                  <wp:positionH relativeFrom="column">
                    <wp:posOffset>3876675</wp:posOffset>
                  </wp:positionH>
                  <wp:positionV relativeFrom="paragraph">
                    <wp:posOffset>-797560</wp:posOffset>
                  </wp:positionV>
                  <wp:extent cx="966571" cy="1250950"/>
                  <wp:effectExtent l="0" t="0" r="5080" b="6350"/>
                  <wp:wrapNone/>
                  <wp:docPr id="1256107034" name="Picture 2" descr="Avery Durable View 3 Ring Binder, 1-1/2 Inch Slant Rings, 1 White Binder  (1702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very Durable View 3 Ring Binder, 1-1/2 Inch Slant Rings, 1 White Binder  (1702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571" cy="1250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B0491" w:rsidRPr="00F50010">
              <w:rPr>
                <w:sz w:val="24"/>
                <w:szCs w:val="60"/>
              </w:rPr>
              <w:t>1 pair of scissors</w:t>
            </w:r>
          </w:p>
        </w:tc>
      </w:tr>
      <w:tr w:rsidR="008E36F4" w14:paraId="2D6D5924" w14:textId="77777777" w:rsidTr="0070125E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627E3871" w14:textId="6C8C6994" w:rsidR="008E36F4" w:rsidRDefault="00000000" w:rsidP="00DB2EDA">
            <w:pPr>
              <w:pStyle w:val="CheckMarks"/>
            </w:pPr>
            <w:sdt>
              <w:sdtPr>
                <w:id w:val="-36277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E36F4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1F4822D7" w14:textId="72C67CB5" w:rsidR="008E36F4" w:rsidRPr="00F50010" w:rsidRDefault="004F77CD" w:rsidP="00007525">
            <w:pPr>
              <w:rPr>
                <w:sz w:val="24"/>
                <w:szCs w:val="60"/>
              </w:rPr>
            </w:pPr>
            <w:r>
              <w:rPr>
                <w:noProof/>
              </w:rPr>
              <w:drawing>
                <wp:anchor distT="0" distB="0" distL="114300" distR="114300" simplePos="0" relativeHeight="251918336" behindDoc="1" locked="0" layoutInCell="1" allowOverlap="1" wp14:anchorId="37968AD0" wp14:editId="2E334650">
                  <wp:simplePos x="0" y="0"/>
                  <wp:positionH relativeFrom="column">
                    <wp:posOffset>3940175</wp:posOffset>
                  </wp:positionH>
                  <wp:positionV relativeFrom="paragraph">
                    <wp:posOffset>216535</wp:posOffset>
                  </wp:positionV>
                  <wp:extent cx="1200150" cy="1200150"/>
                  <wp:effectExtent l="0" t="0" r="0" b="0"/>
                  <wp:wrapNone/>
                  <wp:docPr id="588938990" name="Picture 3" descr="onn. Wireless On-Ear Headphones With Rotating Boom Micropho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onn. Wireless On-Ear Headphones With Rotating Boom Micropho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001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936A8">
              <w:rPr>
                <w:sz w:val="24"/>
                <w:szCs w:val="60"/>
              </w:rPr>
              <w:t xml:space="preserve">1 1½ inch 3 ring binder </w:t>
            </w:r>
          </w:p>
        </w:tc>
      </w:tr>
      <w:tr w:rsidR="00BB0491" w14:paraId="7DB3570B" w14:textId="77777777" w:rsidTr="0070125E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1D2595EF" w14:textId="42CAF657" w:rsidR="00BB0491" w:rsidRDefault="00000000" w:rsidP="00DB2EDA">
            <w:pPr>
              <w:pStyle w:val="CheckMarks"/>
            </w:pPr>
            <w:sdt>
              <w:sdtPr>
                <w:id w:val="628208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B0491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45F5B1D0" w14:textId="18438EB5" w:rsidR="00BB0491" w:rsidRPr="00F50010" w:rsidRDefault="00862F2A" w:rsidP="00007525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1 </w:t>
            </w:r>
            <w:r w:rsidRPr="00AB450B">
              <w:rPr>
                <w:b/>
                <w:bCs/>
                <w:sz w:val="24"/>
                <w:szCs w:val="60"/>
              </w:rPr>
              <w:t>purple</w:t>
            </w:r>
            <w:r>
              <w:rPr>
                <w:sz w:val="24"/>
                <w:szCs w:val="60"/>
              </w:rPr>
              <w:t xml:space="preserve"> </w:t>
            </w:r>
            <w:r w:rsidR="00C70D22">
              <w:rPr>
                <w:sz w:val="24"/>
                <w:szCs w:val="60"/>
              </w:rPr>
              <w:t xml:space="preserve">and 1 </w:t>
            </w:r>
            <w:r w:rsidR="00C70D22" w:rsidRPr="00AB450B">
              <w:rPr>
                <w:b/>
                <w:bCs/>
                <w:sz w:val="24"/>
                <w:szCs w:val="60"/>
              </w:rPr>
              <w:t>orange</w:t>
            </w:r>
            <w:r w:rsidR="00C70D22">
              <w:rPr>
                <w:sz w:val="24"/>
                <w:szCs w:val="60"/>
              </w:rPr>
              <w:t xml:space="preserve"> </w:t>
            </w:r>
            <w:r>
              <w:rPr>
                <w:sz w:val="24"/>
                <w:szCs w:val="60"/>
              </w:rPr>
              <w:t xml:space="preserve">spiral notebook with 3 ring binder holes </w:t>
            </w:r>
          </w:p>
        </w:tc>
      </w:tr>
      <w:tr w:rsidR="00BB0491" w14:paraId="4D40FD9D" w14:textId="77777777" w:rsidTr="0070125E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54D3341C" w14:textId="7B220D32" w:rsidR="00BB0491" w:rsidRDefault="00000000" w:rsidP="00DB2EDA">
            <w:pPr>
              <w:pStyle w:val="CheckMarks"/>
            </w:pPr>
            <w:sdt>
              <w:sdtPr>
                <w:id w:val="-1566866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B0491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4582FD6C" w14:textId="1067D9D4" w:rsidR="00BB0491" w:rsidRPr="00F50010" w:rsidRDefault="00BB0491" w:rsidP="00007525">
            <w:pPr>
              <w:rPr>
                <w:sz w:val="24"/>
                <w:szCs w:val="60"/>
              </w:rPr>
            </w:pPr>
            <w:r w:rsidRPr="00F50010">
              <w:rPr>
                <w:sz w:val="24"/>
                <w:szCs w:val="60"/>
              </w:rPr>
              <w:t xml:space="preserve">1 </w:t>
            </w:r>
            <w:r w:rsidR="00765468">
              <w:rPr>
                <w:sz w:val="24"/>
                <w:szCs w:val="60"/>
              </w:rPr>
              <w:t xml:space="preserve">small </w:t>
            </w:r>
            <w:r w:rsidRPr="00F50010">
              <w:rPr>
                <w:sz w:val="24"/>
                <w:szCs w:val="60"/>
              </w:rPr>
              <w:t>pencil case</w:t>
            </w:r>
          </w:p>
        </w:tc>
      </w:tr>
      <w:tr w:rsidR="00BB0491" w14:paraId="2111E211" w14:textId="77777777" w:rsidTr="0070125E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749DC486" w14:textId="6588A38B" w:rsidR="00BB0491" w:rsidRDefault="00000000" w:rsidP="00DB2EDA">
            <w:pPr>
              <w:pStyle w:val="CheckMarks"/>
            </w:pPr>
            <w:sdt>
              <w:sdtPr>
                <w:id w:val="-1942685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B0491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0D6B8834" w14:textId="680D7B59" w:rsidR="00BB0491" w:rsidRDefault="00BB0491" w:rsidP="00007525">
            <w:pPr>
              <w:rPr>
                <w:sz w:val="24"/>
                <w:szCs w:val="60"/>
              </w:rPr>
            </w:pPr>
            <w:r w:rsidRPr="00F50010">
              <w:rPr>
                <w:sz w:val="24"/>
                <w:szCs w:val="60"/>
              </w:rPr>
              <w:t>Headphones (over the head</w:t>
            </w:r>
            <w:r w:rsidR="002C1B79">
              <w:rPr>
                <w:sz w:val="24"/>
                <w:szCs w:val="60"/>
              </w:rPr>
              <w:t xml:space="preserve"> with microphone</w:t>
            </w:r>
            <w:r w:rsidR="00C70D22">
              <w:rPr>
                <w:sz w:val="24"/>
                <w:szCs w:val="60"/>
              </w:rPr>
              <w:t xml:space="preserve"> if possible</w:t>
            </w:r>
            <w:r w:rsidRPr="00F50010">
              <w:rPr>
                <w:sz w:val="24"/>
                <w:szCs w:val="60"/>
              </w:rPr>
              <w:t>)</w:t>
            </w:r>
          </w:p>
          <w:p w14:paraId="63893061" w14:textId="4EB86134" w:rsidR="006067C6" w:rsidRPr="00F50010" w:rsidRDefault="006067C6" w:rsidP="00007525">
            <w:pPr>
              <w:rPr>
                <w:sz w:val="24"/>
                <w:szCs w:val="60"/>
              </w:rPr>
            </w:pPr>
          </w:p>
        </w:tc>
      </w:tr>
    </w:tbl>
    <w:p w14:paraId="01271C46" w14:textId="2439162E" w:rsidR="005E7187" w:rsidRDefault="00545123" w:rsidP="00C569AF">
      <w:pPr>
        <w:rPr>
          <w:rFonts w:asciiTheme="majorHAnsi" w:hAnsiTheme="majorHAnsi"/>
          <w:color w:val="570DC2" w:themeColor="accent2" w:themeShade="80"/>
          <w:sz w:val="24"/>
          <w:szCs w:val="24"/>
        </w:rPr>
      </w:pPr>
      <w:r w:rsidRPr="0070125E">
        <w:rPr>
          <w:rFonts w:asciiTheme="majorHAnsi" w:hAnsiTheme="majorHAnsi"/>
          <w:color w:val="570DC2" w:themeColor="accent2" w:themeShade="80"/>
          <w:sz w:val="24"/>
          <w:szCs w:val="24"/>
        </w:rPr>
        <w:t>REQUIRED SHARED ITEMS FOR THE CLASSROOM: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5"/>
        <w:gridCol w:w="9445"/>
      </w:tblGrid>
      <w:tr w:rsidR="00D7773D" w14:paraId="0ECB0F1F" w14:textId="77777777" w:rsidTr="00D7773D">
        <w:tc>
          <w:tcPr>
            <w:tcW w:w="625" w:type="dxa"/>
          </w:tcPr>
          <w:p w14:paraId="336E1FDB" w14:textId="54124406" w:rsidR="00D7773D" w:rsidRDefault="00000000" w:rsidP="00C37AFA">
            <w:pPr>
              <w:spacing w:line="360" w:lineRule="auto"/>
              <w:rPr>
                <w:rFonts w:asciiTheme="majorHAnsi" w:hAnsiTheme="majorHAnsi"/>
                <w:color w:val="570DC2" w:themeColor="accent2" w:themeShade="80"/>
                <w:sz w:val="24"/>
                <w:szCs w:val="24"/>
              </w:rPr>
            </w:pPr>
            <w:sdt>
              <w:sdtPr>
                <w:rPr>
                  <w:color w:val="00B0F0"/>
                  <w:sz w:val="24"/>
                  <w:szCs w:val="24"/>
                </w:rPr>
                <w:id w:val="-151760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773D">
                  <w:rPr>
                    <w:rFonts w:ascii="MS Gothic" w:eastAsia="MS Gothic" w:hAnsi="MS Gothic" w:hint="eastAsia"/>
                    <w:color w:val="00B0F0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445" w:type="dxa"/>
          </w:tcPr>
          <w:p w14:paraId="22C8DCCB" w14:textId="67A02FA3" w:rsidR="00D7773D" w:rsidRDefault="00000000" w:rsidP="00C37AFA">
            <w:pPr>
              <w:spacing w:line="360" w:lineRule="auto"/>
              <w:rPr>
                <w:rFonts w:asciiTheme="majorHAnsi" w:hAnsiTheme="majorHAnsi"/>
                <w:color w:val="570DC2" w:themeColor="accent2" w:themeShade="80"/>
                <w:sz w:val="24"/>
                <w:szCs w:val="24"/>
              </w:rPr>
            </w:pPr>
            <w:sdt>
              <w:sdtPr>
                <w:rPr>
                  <w:sz w:val="24"/>
                  <w:szCs w:val="60"/>
                </w:rPr>
                <w:id w:val="1572693694"/>
                <w:placeholder>
                  <w:docPart w:val="893784BD75CF4E7F8739AD58AA4C3F49"/>
                </w:placeholder>
                <w15:appearance w15:val="hidden"/>
              </w:sdtPr>
              <w:sdtContent>
                <w:r w:rsidR="00D7773D" w:rsidRPr="00F50010">
                  <w:rPr>
                    <w:sz w:val="24"/>
                    <w:szCs w:val="60"/>
                  </w:rPr>
                  <w:t>18-24 plain #2 pencils (no mechanical)</w:t>
                </w:r>
              </w:sdtContent>
            </w:sdt>
            <w:r w:rsidR="00D7773D" w:rsidRPr="00F50010">
              <w:rPr>
                <w:sz w:val="24"/>
                <w:szCs w:val="60"/>
              </w:rPr>
              <w:t xml:space="preserve"> </w:t>
            </w:r>
          </w:p>
        </w:tc>
      </w:tr>
      <w:tr w:rsidR="00D7773D" w14:paraId="58644642" w14:textId="77777777" w:rsidTr="00D7773D">
        <w:tc>
          <w:tcPr>
            <w:tcW w:w="625" w:type="dxa"/>
          </w:tcPr>
          <w:p w14:paraId="1F0FD4A8" w14:textId="2DA7EA93" w:rsidR="00D7773D" w:rsidRDefault="00000000" w:rsidP="00C37AFA">
            <w:pPr>
              <w:spacing w:line="360" w:lineRule="auto"/>
              <w:rPr>
                <w:rFonts w:asciiTheme="majorHAnsi" w:hAnsiTheme="majorHAnsi"/>
                <w:color w:val="570DC2" w:themeColor="accent2" w:themeShade="80"/>
                <w:sz w:val="24"/>
                <w:szCs w:val="24"/>
              </w:rPr>
            </w:pPr>
            <w:sdt>
              <w:sdtPr>
                <w:rPr>
                  <w:color w:val="00B0F0"/>
                  <w:sz w:val="24"/>
                  <w:szCs w:val="24"/>
                </w:rPr>
                <w:id w:val="-2016058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773D">
                  <w:rPr>
                    <w:rFonts w:ascii="MS Gothic" w:eastAsia="MS Gothic" w:hAnsi="MS Gothic" w:hint="eastAsia"/>
                    <w:color w:val="00B0F0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445" w:type="dxa"/>
          </w:tcPr>
          <w:p w14:paraId="3D5DF3F1" w14:textId="5EFA2EEE" w:rsidR="00D7773D" w:rsidRDefault="00D7773D" w:rsidP="00C37AFA">
            <w:pPr>
              <w:spacing w:line="360" w:lineRule="auto"/>
              <w:rPr>
                <w:rFonts w:asciiTheme="majorHAnsi" w:hAnsiTheme="majorHAnsi"/>
                <w:color w:val="570DC2" w:themeColor="accent2" w:themeShade="80"/>
                <w:sz w:val="24"/>
                <w:szCs w:val="24"/>
              </w:rPr>
            </w:pPr>
            <w:r w:rsidRPr="00F50010">
              <w:rPr>
                <w:sz w:val="24"/>
                <w:szCs w:val="60"/>
              </w:rPr>
              <w:t>2 packs of glue sticks</w:t>
            </w:r>
          </w:p>
        </w:tc>
      </w:tr>
      <w:tr w:rsidR="00D7773D" w14:paraId="579978D8" w14:textId="77777777" w:rsidTr="00D7773D">
        <w:tc>
          <w:tcPr>
            <w:tcW w:w="625" w:type="dxa"/>
          </w:tcPr>
          <w:p w14:paraId="19E8266C" w14:textId="3DBBD5F9" w:rsidR="00D7773D" w:rsidRDefault="00000000" w:rsidP="00C37AFA">
            <w:pPr>
              <w:spacing w:line="360" w:lineRule="auto"/>
              <w:rPr>
                <w:rFonts w:asciiTheme="majorHAnsi" w:hAnsiTheme="majorHAnsi"/>
                <w:color w:val="570DC2" w:themeColor="accent2" w:themeShade="80"/>
                <w:sz w:val="24"/>
                <w:szCs w:val="24"/>
              </w:rPr>
            </w:pPr>
            <w:sdt>
              <w:sdtPr>
                <w:rPr>
                  <w:color w:val="00B0F0"/>
                  <w:sz w:val="24"/>
                  <w:szCs w:val="24"/>
                </w:rPr>
                <w:id w:val="-1215271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3031">
                  <w:rPr>
                    <w:rFonts w:ascii="MS Gothic" w:eastAsia="MS Gothic" w:hAnsi="MS Gothic" w:hint="eastAsia"/>
                    <w:color w:val="00B0F0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445" w:type="dxa"/>
          </w:tcPr>
          <w:p w14:paraId="7A16CBE8" w14:textId="252708A0" w:rsidR="00D7773D" w:rsidRDefault="00D7773D" w:rsidP="00C37AFA">
            <w:pPr>
              <w:spacing w:line="360" w:lineRule="auto"/>
              <w:rPr>
                <w:rFonts w:asciiTheme="majorHAnsi" w:hAnsiTheme="majorHAnsi"/>
                <w:color w:val="570DC2" w:themeColor="accent2" w:themeShade="80"/>
                <w:sz w:val="24"/>
                <w:szCs w:val="24"/>
              </w:rPr>
            </w:pPr>
            <w:r w:rsidRPr="00F50010">
              <w:rPr>
                <w:sz w:val="24"/>
                <w:szCs w:val="60"/>
              </w:rPr>
              <w:t>1 box of colored pencils</w:t>
            </w:r>
            <w:r w:rsidR="004D799A">
              <w:rPr>
                <w:sz w:val="24"/>
                <w:szCs w:val="60"/>
              </w:rPr>
              <w:t xml:space="preserve"> (please no markers or crayons)</w:t>
            </w:r>
          </w:p>
        </w:tc>
      </w:tr>
      <w:tr w:rsidR="00D7773D" w14:paraId="440B9A1F" w14:textId="77777777" w:rsidTr="00D7773D">
        <w:tc>
          <w:tcPr>
            <w:tcW w:w="625" w:type="dxa"/>
          </w:tcPr>
          <w:p w14:paraId="35BDD029" w14:textId="761F4B1B" w:rsidR="00D7773D" w:rsidRDefault="00000000" w:rsidP="00C37AFA">
            <w:pPr>
              <w:spacing w:line="360" w:lineRule="auto"/>
              <w:rPr>
                <w:rFonts w:asciiTheme="majorHAnsi" w:hAnsiTheme="majorHAnsi"/>
                <w:color w:val="570DC2" w:themeColor="accent2" w:themeShade="80"/>
                <w:sz w:val="24"/>
                <w:szCs w:val="24"/>
              </w:rPr>
            </w:pPr>
            <w:sdt>
              <w:sdtPr>
                <w:rPr>
                  <w:color w:val="00B0F0"/>
                  <w:sz w:val="24"/>
                  <w:szCs w:val="24"/>
                </w:rPr>
                <w:id w:val="1922365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3031">
                  <w:rPr>
                    <w:rFonts w:ascii="MS Gothic" w:eastAsia="MS Gothic" w:hAnsi="MS Gothic" w:hint="eastAsia"/>
                    <w:color w:val="00B0F0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445" w:type="dxa"/>
          </w:tcPr>
          <w:p w14:paraId="4DE778A1" w14:textId="4BE23FC4" w:rsidR="00D7773D" w:rsidRDefault="00B532F6" w:rsidP="00C37AFA">
            <w:pPr>
              <w:spacing w:line="360" w:lineRule="auto"/>
              <w:rPr>
                <w:rFonts w:asciiTheme="majorHAnsi" w:hAnsiTheme="majorHAnsi"/>
                <w:color w:val="570DC2" w:themeColor="accent2" w:themeShade="80"/>
                <w:sz w:val="24"/>
                <w:szCs w:val="24"/>
              </w:rPr>
            </w:pPr>
            <w:r w:rsidRPr="00F50010">
              <w:rPr>
                <w:sz w:val="24"/>
                <w:szCs w:val="60"/>
              </w:rPr>
              <w:t>1 box of black dry erase markers</w:t>
            </w:r>
          </w:p>
        </w:tc>
      </w:tr>
      <w:tr w:rsidR="00B532F6" w14:paraId="4D600A78" w14:textId="77777777" w:rsidTr="00D7773D">
        <w:tc>
          <w:tcPr>
            <w:tcW w:w="625" w:type="dxa"/>
          </w:tcPr>
          <w:p w14:paraId="14269838" w14:textId="5260F693" w:rsidR="00B532F6" w:rsidRPr="00D7773D" w:rsidRDefault="00000000" w:rsidP="00C37AFA">
            <w:pPr>
              <w:spacing w:line="360" w:lineRule="auto"/>
              <w:rPr>
                <w:color w:val="00B0F0"/>
                <w:sz w:val="24"/>
                <w:szCs w:val="24"/>
              </w:rPr>
            </w:pPr>
            <w:sdt>
              <w:sdtPr>
                <w:rPr>
                  <w:color w:val="00B0F0"/>
                  <w:sz w:val="24"/>
                  <w:szCs w:val="24"/>
                </w:rPr>
                <w:id w:val="1207381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3031">
                  <w:rPr>
                    <w:rFonts w:ascii="MS Gothic" w:eastAsia="MS Gothic" w:hAnsi="MS Gothic" w:hint="eastAsia"/>
                    <w:color w:val="00B0F0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445" w:type="dxa"/>
          </w:tcPr>
          <w:p w14:paraId="27AA5A89" w14:textId="2CD45EAA" w:rsidR="00B532F6" w:rsidRPr="00F50010" w:rsidRDefault="00000000" w:rsidP="00C37AFA">
            <w:pPr>
              <w:spacing w:line="360" w:lineRule="auto"/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1261488141"/>
                <w:placeholder>
                  <w:docPart w:val="CD07ED088DE747EABCEEB6F9E3BD2E0B"/>
                </w:placeholder>
                <w15:appearance w15:val="hidden"/>
              </w:sdtPr>
              <w:sdtContent>
                <w:r w:rsidR="00B532F6" w:rsidRPr="00F50010">
                  <w:rPr>
                    <w:sz w:val="24"/>
                    <w:szCs w:val="60"/>
                  </w:rPr>
                  <w:t xml:space="preserve">6 pack of </w:t>
                </w:r>
                <w:r w:rsidR="00B532F6">
                  <w:rPr>
                    <w:sz w:val="24"/>
                    <w:szCs w:val="60"/>
                  </w:rPr>
                  <w:t>yellow</w:t>
                </w:r>
                <w:r w:rsidR="00B532F6" w:rsidRPr="00F50010">
                  <w:rPr>
                    <w:sz w:val="24"/>
                    <w:szCs w:val="60"/>
                  </w:rPr>
                  <w:t xml:space="preserve"> highlighters</w:t>
                </w:r>
              </w:sdtContent>
            </w:sdt>
            <w:r w:rsidR="00B532F6" w:rsidRPr="00F50010">
              <w:rPr>
                <w:sz w:val="24"/>
                <w:szCs w:val="60"/>
              </w:rPr>
              <w:t xml:space="preserve"> </w:t>
            </w:r>
          </w:p>
        </w:tc>
      </w:tr>
      <w:tr w:rsidR="00253031" w14:paraId="563DA84B" w14:textId="77777777" w:rsidTr="00D7773D">
        <w:tc>
          <w:tcPr>
            <w:tcW w:w="625" w:type="dxa"/>
          </w:tcPr>
          <w:p w14:paraId="13E07676" w14:textId="2DC2A2BC" w:rsidR="00253031" w:rsidRPr="00D7773D" w:rsidRDefault="00000000" w:rsidP="00C37AFA">
            <w:pPr>
              <w:spacing w:line="360" w:lineRule="auto"/>
              <w:rPr>
                <w:color w:val="00B0F0"/>
                <w:sz w:val="24"/>
                <w:szCs w:val="24"/>
              </w:rPr>
            </w:pPr>
            <w:sdt>
              <w:sdtPr>
                <w:rPr>
                  <w:color w:val="00B0F0"/>
                  <w:sz w:val="24"/>
                  <w:szCs w:val="24"/>
                </w:rPr>
                <w:id w:val="752628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44A7">
                  <w:rPr>
                    <w:rFonts w:ascii="MS Gothic" w:eastAsia="MS Gothic" w:hAnsi="MS Gothic" w:hint="eastAsia"/>
                    <w:color w:val="00B0F0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445" w:type="dxa"/>
          </w:tcPr>
          <w:p w14:paraId="252D4F08" w14:textId="13A146BF" w:rsidR="00253031" w:rsidRDefault="00253031" w:rsidP="00C37AFA">
            <w:pPr>
              <w:spacing w:line="360" w:lineRule="auto"/>
              <w:rPr>
                <w:sz w:val="24"/>
                <w:szCs w:val="60"/>
              </w:rPr>
            </w:pPr>
            <w:r w:rsidRPr="00F50010">
              <w:rPr>
                <w:sz w:val="24"/>
                <w:szCs w:val="60"/>
              </w:rPr>
              <w:t>1 pack of erasers</w:t>
            </w:r>
          </w:p>
        </w:tc>
      </w:tr>
      <w:tr w:rsidR="00CC44A7" w14:paraId="77E73E66" w14:textId="77777777" w:rsidTr="00D7773D">
        <w:tc>
          <w:tcPr>
            <w:tcW w:w="625" w:type="dxa"/>
          </w:tcPr>
          <w:p w14:paraId="44421E52" w14:textId="69E1B56B" w:rsidR="00CC44A7" w:rsidRPr="00D7773D" w:rsidRDefault="00000000" w:rsidP="00C37AFA">
            <w:pPr>
              <w:spacing w:line="360" w:lineRule="auto"/>
              <w:rPr>
                <w:color w:val="00B0F0"/>
                <w:sz w:val="24"/>
                <w:szCs w:val="24"/>
              </w:rPr>
            </w:pPr>
            <w:sdt>
              <w:sdtPr>
                <w:rPr>
                  <w:color w:val="00B0F0"/>
                  <w:sz w:val="24"/>
                  <w:szCs w:val="24"/>
                </w:rPr>
                <w:id w:val="-90010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C44A7">
                  <w:rPr>
                    <w:rFonts w:ascii="MS Gothic" w:eastAsia="MS Gothic" w:hAnsi="MS Gothic" w:hint="eastAsia"/>
                    <w:color w:val="00B0F0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9445" w:type="dxa"/>
          </w:tcPr>
          <w:p w14:paraId="3792056F" w14:textId="285DE1A2" w:rsidR="00CC44A7" w:rsidRPr="00F50010" w:rsidRDefault="00CC44A7" w:rsidP="00C37AFA">
            <w:pPr>
              <w:spacing w:line="360" w:lineRule="auto"/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1 pack of post-it notes</w:t>
            </w:r>
          </w:p>
        </w:tc>
      </w:tr>
    </w:tbl>
    <w:p w14:paraId="447B2BFD" w14:textId="0390FEE5" w:rsidR="00D7773D" w:rsidRDefault="00D7773D" w:rsidP="00C569AF">
      <w:pPr>
        <w:rPr>
          <w:rFonts w:asciiTheme="majorHAnsi" w:hAnsiTheme="majorHAnsi"/>
          <w:color w:val="570DC2" w:themeColor="accent2" w:themeShade="80"/>
          <w:sz w:val="24"/>
          <w:szCs w:val="24"/>
        </w:rPr>
      </w:pPr>
    </w:p>
    <w:tbl>
      <w:tblPr>
        <w:tblStyle w:val="TableGrid"/>
        <w:tblW w:w="10075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9445"/>
      </w:tblGrid>
      <w:tr w:rsidR="000519A5" w14:paraId="0CCFBC78" w14:textId="77777777" w:rsidTr="00D7773D">
        <w:trPr>
          <w:trHeight w:val="720"/>
        </w:trPr>
        <w:tc>
          <w:tcPr>
            <w:tcW w:w="10075" w:type="dxa"/>
            <w:gridSpan w:val="2"/>
            <w:shd w:val="clear" w:color="auto" w:fill="auto"/>
          </w:tcPr>
          <w:p w14:paraId="54744D8B" w14:textId="75ACA75F" w:rsidR="000519A5" w:rsidRPr="00F50010" w:rsidRDefault="00000000" w:rsidP="00C569AF">
            <w:pPr>
              <w:pStyle w:val="Heading1"/>
              <w:ind w:right="0"/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-1036657984"/>
                <w:placeholder>
                  <w:docPart w:val="B9F7C611B696406BB412DB9952341252"/>
                </w:placeholder>
                <w15:appearance w15:val="hidden"/>
              </w:sdtPr>
              <w:sdtContent>
                <w:r w:rsidR="00BB0491" w:rsidRPr="00F50010">
                  <w:rPr>
                    <w:sz w:val="24"/>
                    <w:szCs w:val="60"/>
                  </w:rPr>
                  <w:t>Optional iTEMS for the Classroom:</w:t>
                </w:r>
              </w:sdtContent>
            </w:sdt>
            <w:r w:rsidR="000A542B" w:rsidRPr="00F50010">
              <w:rPr>
                <w:sz w:val="24"/>
                <w:szCs w:val="60"/>
              </w:rPr>
              <w:t xml:space="preserve"> </w:t>
            </w:r>
          </w:p>
        </w:tc>
      </w:tr>
      <w:tr w:rsidR="000519A5" w14:paraId="4EFE52BB" w14:textId="77777777" w:rsidTr="00D7773D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187E06E9" w14:textId="77777777" w:rsidR="000519A5" w:rsidRPr="00F50010" w:rsidRDefault="00000000" w:rsidP="00DB2EDA">
            <w:pPr>
              <w:pStyle w:val="CheckMarks"/>
              <w:rPr>
                <w:szCs w:val="60"/>
              </w:rPr>
            </w:pPr>
            <w:sdt>
              <w:sdtPr>
                <w:rPr>
                  <w:szCs w:val="60"/>
                </w:rPr>
                <w:id w:val="-937988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19A5" w:rsidRPr="00F50010">
                  <w:rPr>
                    <w:rFonts w:ascii="MS Gothic" w:hAnsi="MS Gothic" w:hint="eastAsia"/>
                    <w:szCs w:val="60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35DBDEC7" w14:textId="3710CD16" w:rsidR="000519A5" w:rsidRPr="00F50010" w:rsidRDefault="00000000" w:rsidP="000A542B">
            <w:pPr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1635606744"/>
                <w:placeholder>
                  <w:docPart w:val="6A4FF1E6F19946559551C8F905E13B60"/>
                </w:placeholder>
                <w15:appearance w15:val="hidden"/>
              </w:sdtPr>
              <w:sdtContent>
                <w:r w:rsidR="00BB0491" w:rsidRPr="00F50010">
                  <w:rPr>
                    <w:sz w:val="24"/>
                    <w:szCs w:val="60"/>
                  </w:rPr>
                  <w:t xml:space="preserve">Extra </w:t>
                </w:r>
              </w:sdtContent>
            </w:sdt>
            <w:r w:rsidR="00BB0491" w:rsidRPr="00F50010">
              <w:rPr>
                <w:sz w:val="24"/>
                <w:szCs w:val="60"/>
              </w:rPr>
              <w:t>#</w:t>
            </w:r>
            <w:r w:rsidR="00311E8D">
              <w:rPr>
                <w:sz w:val="24"/>
                <w:szCs w:val="60"/>
              </w:rPr>
              <w:t>2</w:t>
            </w:r>
            <w:r w:rsidR="00BB0491" w:rsidRPr="00F50010">
              <w:rPr>
                <w:sz w:val="24"/>
                <w:szCs w:val="60"/>
              </w:rPr>
              <w:t xml:space="preserve"> pencils</w:t>
            </w:r>
          </w:p>
        </w:tc>
      </w:tr>
      <w:tr w:rsidR="000519A5" w14:paraId="0DA6123A" w14:textId="77777777" w:rsidTr="00D7773D">
        <w:trPr>
          <w:trHeight w:val="450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0DB8B2FE" w14:textId="68A9588F" w:rsidR="000519A5" w:rsidRPr="00F50010" w:rsidRDefault="00000000" w:rsidP="00DB2EDA">
            <w:pPr>
              <w:pStyle w:val="CheckMarks"/>
              <w:rPr>
                <w:szCs w:val="60"/>
              </w:rPr>
            </w:pPr>
            <w:sdt>
              <w:sdtPr>
                <w:rPr>
                  <w:szCs w:val="60"/>
                </w:rPr>
                <w:id w:val="-727538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B0491" w:rsidRPr="00F50010">
                  <w:rPr>
                    <w:rFonts w:ascii="MS Gothic" w:hAnsi="MS Gothic" w:hint="eastAsia"/>
                    <w:szCs w:val="60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4956451C" w14:textId="7A283E0A" w:rsidR="00BA074A" w:rsidRPr="00F50010" w:rsidRDefault="00BB0491" w:rsidP="00BB0491">
            <w:pPr>
              <w:pStyle w:val="bullet"/>
              <w:numPr>
                <w:ilvl w:val="0"/>
                <w:numId w:val="0"/>
              </w:numPr>
              <w:rPr>
                <w:sz w:val="24"/>
                <w:szCs w:val="60"/>
              </w:rPr>
            </w:pPr>
            <w:r w:rsidRPr="00F50010">
              <w:rPr>
                <w:sz w:val="24"/>
                <w:szCs w:val="60"/>
              </w:rPr>
              <w:t xml:space="preserve">Extra </w:t>
            </w:r>
            <w:r w:rsidR="00C37AFA">
              <w:rPr>
                <w:sz w:val="24"/>
                <w:szCs w:val="60"/>
              </w:rPr>
              <w:t xml:space="preserve">black </w:t>
            </w:r>
            <w:r w:rsidRPr="00F50010">
              <w:rPr>
                <w:sz w:val="24"/>
                <w:szCs w:val="60"/>
              </w:rPr>
              <w:t>dry erase markers</w:t>
            </w:r>
          </w:p>
        </w:tc>
      </w:tr>
      <w:tr w:rsidR="00311E8D" w14:paraId="3BDF8FA4" w14:textId="77777777" w:rsidTr="00D7773D">
        <w:trPr>
          <w:trHeight w:val="450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0C370B6E" w14:textId="693C207D" w:rsidR="00311E8D" w:rsidRDefault="00000000" w:rsidP="00DB2EDA">
            <w:pPr>
              <w:pStyle w:val="CheckMarks"/>
              <w:rPr>
                <w:szCs w:val="60"/>
              </w:rPr>
            </w:pPr>
            <w:sdt>
              <w:sdtPr>
                <w:rPr>
                  <w:szCs w:val="60"/>
                </w:rPr>
                <w:id w:val="355240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1E8D">
                  <w:rPr>
                    <w:rFonts w:ascii="MS Gothic" w:hAnsi="MS Gothic" w:hint="eastAsia"/>
                    <w:szCs w:val="60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36BE4165" w14:textId="69D435AF" w:rsidR="00311E8D" w:rsidRPr="00F50010" w:rsidRDefault="00311E8D" w:rsidP="00BB0491">
            <w:pPr>
              <w:pStyle w:val="bullet"/>
              <w:numPr>
                <w:ilvl w:val="0"/>
                <w:numId w:val="0"/>
              </w:num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Sanitizing wipes</w:t>
            </w:r>
          </w:p>
        </w:tc>
      </w:tr>
      <w:tr w:rsidR="00B1723F" w14:paraId="13A20777" w14:textId="77777777" w:rsidTr="00D7773D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3715E063" w14:textId="77777777" w:rsidR="00B1723F" w:rsidRPr="00F50010" w:rsidRDefault="00000000" w:rsidP="00DB2EDA">
            <w:pPr>
              <w:pStyle w:val="CheckMarks"/>
              <w:rPr>
                <w:szCs w:val="60"/>
              </w:rPr>
            </w:pPr>
            <w:sdt>
              <w:sdtPr>
                <w:rPr>
                  <w:szCs w:val="60"/>
                </w:rPr>
                <w:id w:val="-1103888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723F" w:rsidRPr="00F50010">
                  <w:rPr>
                    <w:rFonts w:ascii="MS Gothic" w:hAnsi="MS Gothic" w:hint="eastAsia"/>
                    <w:szCs w:val="60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5D4DFAF9" w14:textId="704C8757" w:rsidR="00B1723F" w:rsidRPr="00F50010" w:rsidRDefault="00000000" w:rsidP="000A542B">
            <w:pPr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-1487697218"/>
                <w:placeholder>
                  <w:docPart w:val="DD3077058B35411B8469C765E2A7AF78"/>
                </w:placeholder>
                <w15:appearance w15:val="hidden"/>
              </w:sdtPr>
              <w:sdtContent>
                <w:r w:rsidR="00BB0491" w:rsidRPr="00F50010">
                  <w:rPr>
                    <w:sz w:val="24"/>
                    <w:szCs w:val="60"/>
                  </w:rPr>
                  <w:t>Boxes of tissues</w:t>
                </w:r>
              </w:sdtContent>
            </w:sdt>
            <w:r w:rsidR="000A542B" w:rsidRPr="00F50010">
              <w:rPr>
                <w:sz w:val="24"/>
                <w:szCs w:val="60"/>
              </w:rPr>
              <w:t xml:space="preserve"> </w:t>
            </w:r>
          </w:p>
        </w:tc>
      </w:tr>
      <w:tr w:rsidR="00BA074A" w14:paraId="3381374C" w14:textId="77777777" w:rsidTr="00D7773D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4A050E03" w14:textId="5CD612E1" w:rsidR="00BA074A" w:rsidRPr="00F50010" w:rsidRDefault="00000000" w:rsidP="00DB2EDA">
            <w:pPr>
              <w:pStyle w:val="CheckMarks"/>
              <w:rPr>
                <w:rFonts w:ascii="MS Gothic" w:hAnsi="MS Gothic"/>
                <w:szCs w:val="60"/>
              </w:rPr>
            </w:pPr>
            <w:sdt>
              <w:sdtPr>
                <w:rPr>
                  <w:szCs w:val="60"/>
                </w:rPr>
                <w:id w:val="-1993788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0010" w:rsidRPr="00F50010">
                  <w:rPr>
                    <w:rFonts w:ascii="MS Gothic" w:hAnsi="MS Gothic" w:hint="eastAsia"/>
                    <w:szCs w:val="60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3EF76241" w14:textId="1DC63F49" w:rsidR="00BA074A" w:rsidRPr="00F50010" w:rsidRDefault="00000000" w:rsidP="000A542B">
            <w:pPr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-2001347975"/>
                <w:placeholder>
                  <w:docPart w:val="4F1B68A2BBE44D37A375F7DB7F88F603"/>
                </w:placeholder>
                <w15:appearance w15:val="hidden"/>
              </w:sdtPr>
              <w:sdtContent>
                <w:r w:rsidR="00F50010" w:rsidRPr="00F50010">
                  <w:rPr>
                    <w:sz w:val="24"/>
                    <w:szCs w:val="60"/>
                  </w:rPr>
                  <w:t>Baggies that seal (quart and gallon sizes)</w:t>
                </w:r>
              </w:sdtContent>
            </w:sdt>
            <w:r w:rsidR="000A542B" w:rsidRPr="00F50010">
              <w:rPr>
                <w:sz w:val="24"/>
                <w:szCs w:val="60"/>
              </w:rPr>
              <w:t xml:space="preserve"> </w:t>
            </w:r>
          </w:p>
        </w:tc>
      </w:tr>
    </w:tbl>
    <w:p w14:paraId="7F8F89C5" w14:textId="4C1C05EB" w:rsidR="00600433" w:rsidRPr="00F50010" w:rsidRDefault="00F50010" w:rsidP="00F50010">
      <w:pPr>
        <w:spacing w:line="276" w:lineRule="auto"/>
        <w:rPr>
          <w:color w:val="37A7E9" w:themeColor="accent6" w:themeShade="BF"/>
        </w:rPr>
      </w:pPr>
      <w:r w:rsidRPr="00325A8F">
        <w:rPr>
          <w:rFonts w:ascii="ZBManuscript" w:hAnsi="ZBManuscript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914240" behindDoc="0" locked="0" layoutInCell="1" allowOverlap="1" wp14:anchorId="6A1BEE92" wp14:editId="772A00FE">
                <wp:simplePos x="0" y="0"/>
                <wp:positionH relativeFrom="margin">
                  <wp:posOffset>298450</wp:posOffset>
                </wp:positionH>
                <wp:positionV relativeFrom="paragraph">
                  <wp:posOffset>356235</wp:posOffset>
                </wp:positionV>
                <wp:extent cx="5930900" cy="508000"/>
                <wp:effectExtent l="0" t="0" r="12700" b="2540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D2DFF" w14:textId="77777777" w:rsidR="00F50010" w:rsidRPr="003D5432" w:rsidRDefault="00F50010" w:rsidP="00F50010">
                            <w:pPr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3D5432">
                              <w:rPr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If you are having financial difficulties providing these materials for your child, please contact the school so that we can help.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1BEE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.5pt;margin-top:28.05pt;width:467pt;height:40pt;z-index:251914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">
                <v:textbox>
                  <w:txbxContent>
                    <w:p w14:paraId="1FED2DFF" w14:textId="77777777" w:rsidR="00F50010" w:rsidRPr="003D5432" w:rsidRDefault="00F50010" w:rsidP="00F50010">
                      <w:pPr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3D5432">
                        <w:rPr>
                          <w:i/>
                          <w:iCs/>
                          <w:color w:val="000000"/>
                          <w:sz w:val="24"/>
                          <w:szCs w:val="24"/>
                        </w:rPr>
                        <w:t>If you are having financial difficulties providing these materials for your child, please contact the school so that we can help.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0433" w:rsidRPr="00F50010" w:rsidSect="00735625">
      <w:pgSz w:w="12240" w:h="15840"/>
      <w:pgMar w:top="594" w:right="1080" w:bottom="936" w:left="1080" w:header="720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F1074" w14:textId="77777777" w:rsidR="00FB7036" w:rsidRDefault="00FB7036" w:rsidP="00600433">
      <w:pPr>
        <w:spacing w:after="0" w:line="240" w:lineRule="auto"/>
      </w:pPr>
      <w:r>
        <w:separator/>
      </w:r>
    </w:p>
  </w:endnote>
  <w:endnote w:type="continuationSeparator" w:id="0">
    <w:p w14:paraId="0A23B894" w14:textId="77777777" w:rsidR="00FB7036" w:rsidRDefault="00FB7036" w:rsidP="00600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icrosoft Office Preview Font">
    <w:charset w:val="00"/>
    <w:family w:val="swiss"/>
    <w:pitch w:val="variable"/>
    <w:sig w:usb0="00000003" w:usb1="02000000" w:usb2="00000000" w:usb3="00000000" w:csb0="00000001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ZBManuscript"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E851D" w14:textId="77777777" w:rsidR="00FB7036" w:rsidRDefault="00FB7036" w:rsidP="00600433">
      <w:pPr>
        <w:spacing w:after="0" w:line="240" w:lineRule="auto"/>
      </w:pPr>
      <w:r>
        <w:separator/>
      </w:r>
    </w:p>
  </w:footnote>
  <w:footnote w:type="continuationSeparator" w:id="0">
    <w:p w14:paraId="6A6AF1D3" w14:textId="77777777" w:rsidR="00FB7036" w:rsidRDefault="00FB7036" w:rsidP="00600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C36AD"/>
    <w:multiLevelType w:val="hybridMultilevel"/>
    <w:tmpl w:val="9708A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C4C43"/>
    <w:multiLevelType w:val="multilevel"/>
    <w:tmpl w:val="564033EC"/>
    <w:styleLink w:val="CurrentList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8A6F9" w:themeColor="accent2"/>
      </w:rPr>
    </w:lvl>
    <w:lvl w:ilvl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" w15:restartNumberingAfterBreak="0">
    <w:nsid w:val="25EB68DF"/>
    <w:multiLevelType w:val="hybridMultilevel"/>
    <w:tmpl w:val="9CE8FBDC"/>
    <w:lvl w:ilvl="0" w:tplc="C624C6D6">
      <w:numFmt w:val="bullet"/>
      <w:lvlText w:val="•"/>
      <w:lvlJc w:val="left"/>
      <w:pPr>
        <w:ind w:left="1080" w:hanging="720"/>
      </w:pPr>
      <w:rPr>
        <w:rFonts w:ascii="Rockwell" w:eastAsiaTheme="minorHAnsi" w:hAnsi="Rockwel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439D0"/>
    <w:multiLevelType w:val="multilevel"/>
    <w:tmpl w:val="CE702768"/>
    <w:styleLink w:val="CurrentList1"/>
    <w:lvl w:ilvl="0">
      <w:start w:val="1"/>
      <w:numFmt w:val="bullet"/>
      <w:lvlText w:val="•"/>
      <w:lvlJc w:val="left"/>
      <w:pPr>
        <w:ind w:left="862" w:hanging="360"/>
      </w:pPr>
      <w:rPr>
        <w:rFonts w:ascii="Times New Roman" w:hAnsi="Times New Roman" w:hint="default"/>
        <w:color w:val="C8A6F9" w:themeColor="accen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D3FD1"/>
    <w:multiLevelType w:val="hybridMultilevel"/>
    <w:tmpl w:val="0784985A"/>
    <w:lvl w:ilvl="0" w:tplc="C624C6D6">
      <w:numFmt w:val="bullet"/>
      <w:lvlText w:val="•"/>
      <w:lvlJc w:val="left"/>
      <w:pPr>
        <w:ind w:left="1080" w:hanging="720"/>
      </w:pPr>
      <w:rPr>
        <w:rFonts w:ascii="Rockwell" w:eastAsiaTheme="minorHAnsi" w:hAnsi="Rockwel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316DE"/>
    <w:multiLevelType w:val="hybridMultilevel"/>
    <w:tmpl w:val="EA08D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825C6"/>
    <w:multiLevelType w:val="hybridMultilevel"/>
    <w:tmpl w:val="6714F030"/>
    <w:lvl w:ilvl="0" w:tplc="92ECF5E6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" w15:restartNumberingAfterBreak="0">
    <w:nsid w:val="69942B2B"/>
    <w:multiLevelType w:val="hybridMultilevel"/>
    <w:tmpl w:val="4E021FC8"/>
    <w:lvl w:ilvl="0" w:tplc="BC849B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B625EE"/>
    <w:multiLevelType w:val="hybridMultilevel"/>
    <w:tmpl w:val="69C66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8A6F9" w:themeColor="accent2"/>
      </w:rPr>
    </w:lvl>
    <w:lvl w:ilvl="1" w:tplc="FFFFFFFF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 w16cid:durableId="177427979">
    <w:abstractNumId w:val="7"/>
  </w:num>
  <w:num w:numId="2" w16cid:durableId="1255671306">
    <w:abstractNumId w:val="5"/>
  </w:num>
  <w:num w:numId="3" w16cid:durableId="195696951">
    <w:abstractNumId w:val="2"/>
  </w:num>
  <w:num w:numId="4" w16cid:durableId="1666740688">
    <w:abstractNumId w:val="4"/>
  </w:num>
  <w:num w:numId="5" w16cid:durableId="1370254944">
    <w:abstractNumId w:val="6"/>
  </w:num>
  <w:num w:numId="6" w16cid:durableId="850143219">
    <w:abstractNumId w:val="3"/>
  </w:num>
  <w:num w:numId="7" w16cid:durableId="1520925685">
    <w:abstractNumId w:val="8"/>
  </w:num>
  <w:num w:numId="8" w16cid:durableId="1684822798">
    <w:abstractNumId w:val="0"/>
  </w:num>
  <w:num w:numId="9" w16cid:durableId="1642884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 style="mso-position-horizontal-relative:margin;mso-position-vertical-relative:margin" fillcolor="none [3212]" strokecolor="none [3213]">
      <v:fill color="none [3212]"/>
      <v:stroke color="none [3213]" weight="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491"/>
    <w:rsid w:val="00007525"/>
    <w:rsid w:val="000322EA"/>
    <w:rsid w:val="00034A3C"/>
    <w:rsid w:val="000379EC"/>
    <w:rsid w:val="000473CB"/>
    <w:rsid w:val="000519A5"/>
    <w:rsid w:val="0009278F"/>
    <w:rsid w:val="00097195"/>
    <w:rsid w:val="000A542B"/>
    <w:rsid w:val="000A6672"/>
    <w:rsid w:val="000B3CF4"/>
    <w:rsid w:val="00101810"/>
    <w:rsid w:val="00170B79"/>
    <w:rsid w:val="00186558"/>
    <w:rsid w:val="001F79E1"/>
    <w:rsid w:val="002038EE"/>
    <w:rsid w:val="002212B4"/>
    <w:rsid w:val="00223B25"/>
    <w:rsid w:val="00253031"/>
    <w:rsid w:val="0026678F"/>
    <w:rsid w:val="002914B0"/>
    <w:rsid w:val="002940F2"/>
    <w:rsid w:val="002C1B79"/>
    <w:rsid w:val="003010D4"/>
    <w:rsid w:val="00306551"/>
    <w:rsid w:val="00311E8D"/>
    <w:rsid w:val="00333046"/>
    <w:rsid w:val="00336B37"/>
    <w:rsid w:val="0035513C"/>
    <w:rsid w:val="00383305"/>
    <w:rsid w:val="00387C68"/>
    <w:rsid w:val="003D32BC"/>
    <w:rsid w:val="003E0EB3"/>
    <w:rsid w:val="003E3E9A"/>
    <w:rsid w:val="003E651E"/>
    <w:rsid w:val="00422F34"/>
    <w:rsid w:val="00427A9B"/>
    <w:rsid w:val="004B6A64"/>
    <w:rsid w:val="004D799A"/>
    <w:rsid w:val="004F77CD"/>
    <w:rsid w:val="00534A3E"/>
    <w:rsid w:val="00545123"/>
    <w:rsid w:val="00573F02"/>
    <w:rsid w:val="00596FC9"/>
    <w:rsid w:val="005D608A"/>
    <w:rsid w:val="005E7187"/>
    <w:rsid w:val="00600433"/>
    <w:rsid w:val="006067C6"/>
    <w:rsid w:val="0061593B"/>
    <w:rsid w:val="00636194"/>
    <w:rsid w:val="0066288D"/>
    <w:rsid w:val="006636B5"/>
    <w:rsid w:val="006644C3"/>
    <w:rsid w:val="00693182"/>
    <w:rsid w:val="006A7D77"/>
    <w:rsid w:val="006B4388"/>
    <w:rsid w:val="006C0713"/>
    <w:rsid w:val="006F4E68"/>
    <w:rsid w:val="00700366"/>
    <w:rsid w:val="0070125E"/>
    <w:rsid w:val="00717CBE"/>
    <w:rsid w:val="00722A2F"/>
    <w:rsid w:val="00726386"/>
    <w:rsid w:val="007264AC"/>
    <w:rsid w:val="00735625"/>
    <w:rsid w:val="0074438B"/>
    <w:rsid w:val="0075782F"/>
    <w:rsid w:val="00765468"/>
    <w:rsid w:val="007A409D"/>
    <w:rsid w:val="007D5EF1"/>
    <w:rsid w:val="007F2BDE"/>
    <w:rsid w:val="00835706"/>
    <w:rsid w:val="00854EFF"/>
    <w:rsid w:val="00855314"/>
    <w:rsid w:val="00857B61"/>
    <w:rsid w:val="00862F2A"/>
    <w:rsid w:val="008634FE"/>
    <w:rsid w:val="008872F8"/>
    <w:rsid w:val="00892BC8"/>
    <w:rsid w:val="00895F6E"/>
    <w:rsid w:val="008B386F"/>
    <w:rsid w:val="008B5D98"/>
    <w:rsid w:val="008E36F4"/>
    <w:rsid w:val="008F0CAA"/>
    <w:rsid w:val="008F18ED"/>
    <w:rsid w:val="00900F6C"/>
    <w:rsid w:val="00946665"/>
    <w:rsid w:val="00993F05"/>
    <w:rsid w:val="009A49B7"/>
    <w:rsid w:val="009A5B55"/>
    <w:rsid w:val="009A7F28"/>
    <w:rsid w:val="009B6F5A"/>
    <w:rsid w:val="009E7488"/>
    <w:rsid w:val="00A50C31"/>
    <w:rsid w:val="00A60A36"/>
    <w:rsid w:val="00A70168"/>
    <w:rsid w:val="00A75617"/>
    <w:rsid w:val="00A80998"/>
    <w:rsid w:val="00A930ED"/>
    <w:rsid w:val="00AB450B"/>
    <w:rsid w:val="00AC5A9E"/>
    <w:rsid w:val="00AD07BD"/>
    <w:rsid w:val="00B057F2"/>
    <w:rsid w:val="00B1723F"/>
    <w:rsid w:val="00B30C18"/>
    <w:rsid w:val="00B4640B"/>
    <w:rsid w:val="00B532F6"/>
    <w:rsid w:val="00B60E79"/>
    <w:rsid w:val="00B6182B"/>
    <w:rsid w:val="00BA074A"/>
    <w:rsid w:val="00BA176A"/>
    <w:rsid w:val="00BA4BC4"/>
    <w:rsid w:val="00BB0491"/>
    <w:rsid w:val="00BB77DE"/>
    <w:rsid w:val="00BE2AB7"/>
    <w:rsid w:val="00BE4BAA"/>
    <w:rsid w:val="00BF58AC"/>
    <w:rsid w:val="00C127EB"/>
    <w:rsid w:val="00C37AFA"/>
    <w:rsid w:val="00C4595C"/>
    <w:rsid w:val="00C55D16"/>
    <w:rsid w:val="00C569AF"/>
    <w:rsid w:val="00C61897"/>
    <w:rsid w:val="00C70D22"/>
    <w:rsid w:val="00C8063B"/>
    <w:rsid w:val="00CC2EB9"/>
    <w:rsid w:val="00CC44A7"/>
    <w:rsid w:val="00D171AC"/>
    <w:rsid w:val="00D329F1"/>
    <w:rsid w:val="00D54734"/>
    <w:rsid w:val="00D555BF"/>
    <w:rsid w:val="00D64AE6"/>
    <w:rsid w:val="00D70D36"/>
    <w:rsid w:val="00D7773D"/>
    <w:rsid w:val="00DB1D49"/>
    <w:rsid w:val="00DB2EDA"/>
    <w:rsid w:val="00DE1986"/>
    <w:rsid w:val="00DF7858"/>
    <w:rsid w:val="00E31FF3"/>
    <w:rsid w:val="00E478C4"/>
    <w:rsid w:val="00E72DBD"/>
    <w:rsid w:val="00E81499"/>
    <w:rsid w:val="00E936A8"/>
    <w:rsid w:val="00E957F7"/>
    <w:rsid w:val="00EA1CE4"/>
    <w:rsid w:val="00ED4CA7"/>
    <w:rsid w:val="00EE05CC"/>
    <w:rsid w:val="00F1423A"/>
    <w:rsid w:val="00F16BAA"/>
    <w:rsid w:val="00F1790A"/>
    <w:rsid w:val="00F40DEC"/>
    <w:rsid w:val="00F50010"/>
    <w:rsid w:val="00FA1C41"/>
    <w:rsid w:val="00FB7036"/>
    <w:rsid w:val="00FC41DB"/>
    <w:rsid w:val="00FF5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margin;mso-position-vertical-relative:margin" fillcolor="none [3212]" strokecolor="none [3213]">
      <v:fill color="none [3212]"/>
      <v:stroke color="none [3213]" weight=".25pt"/>
    </o:shapedefaults>
    <o:shapelayout v:ext="edit">
      <o:idmap v:ext="edit" data="2"/>
    </o:shapelayout>
  </w:shapeDefaults>
  <w:decimalSymbol w:val="."/>
  <w:listSeparator w:val=","/>
  <w14:docId w14:val="2F0D8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542B"/>
    <w:pPr>
      <w:spacing w:line="245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0366"/>
    <w:pPr>
      <w:spacing w:before="200" w:after="40" w:line="240" w:lineRule="auto"/>
      <w:ind w:right="3240"/>
      <w:outlineLvl w:val="0"/>
    </w:pPr>
    <w:rPr>
      <w:rFonts w:asciiTheme="majorHAnsi" w:hAnsiTheme="majorHAnsi" w:cs="Times New Roman (Body CS)"/>
      <w:caps/>
      <w:color w:val="570DC2" w:themeColor="accent2" w:themeShade="80"/>
      <w:spacing w:val="20"/>
      <w:szCs w:val="56"/>
    </w:rPr>
  </w:style>
  <w:style w:type="paragraph" w:styleId="Heading2">
    <w:name w:val="heading 2"/>
    <w:basedOn w:val="Heading1"/>
    <w:next w:val="Normal"/>
    <w:link w:val="Heading2Char"/>
    <w:uiPriority w:val="9"/>
    <w:unhideWhenUsed/>
    <w:rsid w:val="00A60A36"/>
    <w:pPr>
      <w:outlineLvl w:val="1"/>
    </w:pPr>
    <w:rPr>
      <w:color w:val="CC7393" w:themeColor="accent5" w:themeShade="BF"/>
      <w:sz w:val="44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F5119"/>
    <w:pPr>
      <w:spacing w:before="1000" w:after="0"/>
      <w:jc w:val="center"/>
      <w:outlineLvl w:val="2"/>
    </w:pPr>
    <w:rPr>
      <w:rFonts w:asciiTheme="majorHAnsi" w:hAnsiTheme="majorHAnsi"/>
      <w:caps/>
      <w:color w:val="FFFFFF" w:themeColor="background1"/>
      <w:sz w:val="44"/>
      <w:szCs w:val="3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381773"/>
    <w:pPr>
      <w:jc w:val="right"/>
      <w:outlineLvl w:val="3"/>
    </w:pPr>
    <w:rPr>
      <w:rFonts w:asciiTheme="majorHAnsi" w:hAnsiTheme="majorHAnsi"/>
      <w:color w:val="F8F9F3" w:themeColor="accent1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E400E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44546A" w:themeColor="text2"/>
      <w:sz w:val="36"/>
    </w:rPr>
  </w:style>
  <w:style w:type="paragraph" w:styleId="Heading6">
    <w:name w:val="heading 6"/>
    <w:basedOn w:val="Normal"/>
    <w:next w:val="Normal"/>
    <w:link w:val="Heading6Char"/>
    <w:unhideWhenUsed/>
    <w:rsid w:val="004D457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color w:val="323E4F" w:themeColor="text2" w:themeShade="BF"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4B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542B"/>
    <w:pPr>
      <w:spacing w:after="0" w:line="240" w:lineRule="auto"/>
    </w:pPr>
    <w:tblPr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blStylePr w:type="band2Vert">
      <w:rPr>
        <w:color w:val="auto"/>
      </w:rPr>
    </w:tblStylePr>
  </w:style>
  <w:style w:type="character" w:styleId="PlaceholderText">
    <w:name w:val="Placeholder Text"/>
    <w:basedOn w:val="DefaultParagraphFont"/>
    <w:uiPriority w:val="99"/>
    <w:semiHidden/>
    <w:rsid w:val="00166BC2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A60A36"/>
    <w:rPr>
      <w:rFonts w:asciiTheme="majorHAnsi" w:hAnsiTheme="majorHAnsi"/>
      <w:caps/>
      <w:color w:val="CC7393" w:themeColor="accent5" w:themeShade="BF"/>
      <w:sz w:val="44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AF5119"/>
    <w:rPr>
      <w:rFonts w:asciiTheme="majorHAnsi" w:hAnsiTheme="majorHAnsi"/>
      <w:caps/>
      <w:color w:val="FFFFFF" w:themeColor="background1"/>
      <w:sz w:val="44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381773"/>
    <w:rPr>
      <w:rFonts w:asciiTheme="majorHAnsi" w:hAnsiTheme="majorHAnsi"/>
      <w:color w:val="F8F9F3" w:themeColor="accent1"/>
      <w:sz w:val="24"/>
    </w:rPr>
  </w:style>
  <w:style w:type="character" w:customStyle="1" w:styleId="Heading6Char">
    <w:name w:val="Heading 6 Char"/>
    <w:basedOn w:val="DefaultParagraphFont"/>
    <w:link w:val="Heading6"/>
    <w:rsid w:val="004D4571"/>
    <w:rPr>
      <w:rFonts w:ascii="Times New Roman" w:eastAsia="Times New Roman" w:hAnsi="Times New Roman" w:cs="Times New Roman"/>
      <w:color w:val="323E4F" w:themeColor="text2" w:themeShade="BF"/>
      <w:sz w:val="60"/>
    </w:rPr>
  </w:style>
  <w:style w:type="paragraph" w:styleId="ListParagraph">
    <w:name w:val="List Paragraph"/>
    <w:basedOn w:val="Normal"/>
    <w:uiPriority w:val="34"/>
    <w:rsid w:val="000D0FB4"/>
    <w:pPr>
      <w:numPr>
        <w:numId w:val="1"/>
      </w:numPr>
      <w:spacing w:after="400" w:line="240" w:lineRule="auto"/>
      <w:jc w:val="center"/>
    </w:pPr>
    <w:rPr>
      <w:color w:val="F8F9F3" w:themeColor="accent1"/>
      <w:sz w:val="32"/>
      <w:lang w:bidi="hi-IN"/>
    </w:rPr>
  </w:style>
  <w:style w:type="paragraph" w:styleId="Header">
    <w:name w:val="header"/>
    <w:basedOn w:val="Normal"/>
    <w:link w:val="HeaderChar"/>
    <w:uiPriority w:val="99"/>
    <w:unhideWhenUsed/>
    <w:rsid w:val="00E71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C68"/>
  </w:style>
  <w:style w:type="paragraph" w:styleId="Footer">
    <w:name w:val="footer"/>
    <w:basedOn w:val="Normal"/>
    <w:link w:val="FooterChar"/>
    <w:uiPriority w:val="99"/>
    <w:unhideWhenUsed/>
    <w:rsid w:val="00E71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C68"/>
  </w:style>
  <w:style w:type="character" w:customStyle="1" w:styleId="Heading1Char">
    <w:name w:val="Heading 1 Char"/>
    <w:basedOn w:val="DefaultParagraphFont"/>
    <w:link w:val="Heading1"/>
    <w:uiPriority w:val="9"/>
    <w:rsid w:val="00700366"/>
    <w:rPr>
      <w:rFonts w:asciiTheme="majorHAnsi" w:hAnsiTheme="majorHAnsi" w:cs="Times New Roman (Body CS)"/>
      <w:caps/>
      <w:color w:val="570DC2" w:themeColor="accent2" w:themeShade="80"/>
      <w:spacing w:val="20"/>
      <w:sz w:val="20"/>
      <w:szCs w:val="56"/>
    </w:rPr>
  </w:style>
  <w:style w:type="paragraph" w:styleId="Title">
    <w:name w:val="Title"/>
    <w:basedOn w:val="Heading3"/>
    <w:next w:val="Normal"/>
    <w:link w:val="TitleChar"/>
    <w:uiPriority w:val="10"/>
    <w:qFormat/>
    <w:rsid w:val="000A542B"/>
    <w:pPr>
      <w:spacing w:before="60" w:after="280" w:line="240" w:lineRule="auto"/>
      <w:jc w:val="left"/>
    </w:pPr>
    <w:rPr>
      <w:rFonts w:cs="Times New Roman (Body CS)"/>
      <w:noProof/>
      <w:color w:val="110227" w:themeColor="accent2" w:themeShade="1A"/>
      <w:spacing w:val="20"/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0A542B"/>
    <w:rPr>
      <w:rFonts w:asciiTheme="majorHAnsi" w:hAnsiTheme="majorHAnsi" w:cs="Times New Roman (Body CS)"/>
      <w:caps/>
      <w:noProof/>
      <w:color w:val="110227" w:themeColor="accent2" w:themeShade="1A"/>
      <w:spacing w:val="20"/>
      <w:sz w:val="56"/>
      <w:szCs w:val="36"/>
    </w:rPr>
  </w:style>
  <w:style w:type="paragraph" w:styleId="Date">
    <w:name w:val="Date"/>
    <w:basedOn w:val="Normal"/>
    <w:next w:val="Normal"/>
    <w:link w:val="DateChar"/>
    <w:uiPriority w:val="99"/>
    <w:unhideWhenUsed/>
    <w:rsid w:val="00082E2C"/>
    <w:pPr>
      <w:jc w:val="center"/>
    </w:pPr>
    <w:rPr>
      <w:rFonts w:asciiTheme="majorHAnsi" w:hAnsiTheme="majorHAnsi"/>
      <w:color w:val="FFFFFF" w:themeColor="background1"/>
      <w:sz w:val="32"/>
      <w:szCs w:val="32"/>
    </w:rPr>
  </w:style>
  <w:style w:type="character" w:customStyle="1" w:styleId="DateChar">
    <w:name w:val="Date Char"/>
    <w:basedOn w:val="DefaultParagraphFont"/>
    <w:link w:val="Date"/>
    <w:uiPriority w:val="99"/>
    <w:rsid w:val="00082E2C"/>
    <w:rPr>
      <w:rFonts w:asciiTheme="majorHAnsi" w:hAnsiTheme="majorHAnsi"/>
      <w:color w:val="FFFFFF" w:themeColor="background1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400EE"/>
    <w:rPr>
      <w:rFonts w:asciiTheme="majorHAnsi" w:eastAsiaTheme="majorEastAsia" w:hAnsiTheme="majorHAnsi" w:cstheme="majorBidi"/>
      <w:b/>
      <w:color w:val="44546A" w:themeColor="text2"/>
      <w:sz w:val="36"/>
    </w:rPr>
  </w:style>
  <w:style w:type="paragraph" w:customStyle="1" w:styleId="checkboxindent">
    <w:name w:val="checkbox indent"/>
    <w:basedOn w:val="Normal"/>
    <w:qFormat/>
    <w:rsid w:val="00034A3C"/>
    <w:pPr>
      <w:spacing w:before="20" w:after="20"/>
      <w:ind w:left="357" w:hanging="357"/>
    </w:pPr>
  </w:style>
  <w:style w:type="paragraph" w:customStyle="1" w:styleId="bullet">
    <w:name w:val="bullet"/>
    <w:basedOn w:val="Normal"/>
    <w:rsid w:val="00A930ED"/>
    <w:pPr>
      <w:numPr>
        <w:numId w:val="5"/>
      </w:numPr>
      <w:spacing w:before="20" w:after="20"/>
    </w:pPr>
  </w:style>
  <w:style w:type="numbering" w:customStyle="1" w:styleId="CurrentList1">
    <w:name w:val="Current List1"/>
    <w:uiPriority w:val="99"/>
    <w:rsid w:val="00D555BF"/>
    <w:pPr>
      <w:numPr>
        <w:numId w:val="6"/>
      </w:numPr>
    </w:pPr>
  </w:style>
  <w:style w:type="numbering" w:customStyle="1" w:styleId="CurrentList2">
    <w:name w:val="Current List2"/>
    <w:uiPriority w:val="99"/>
    <w:rsid w:val="00A930ED"/>
    <w:pPr>
      <w:numPr>
        <w:numId w:val="9"/>
      </w:numPr>
    </w:pPr>
  </w:style>
  <w:style w:type="paragraph" w:customStyle="1" w:styleId="Subhead">
    <w:name w:val="Subhead"/>
    <w:basedOn w:val="Normal"/>
    <w:qFormat/>
    <w:rsid w:val="0075782F"/>
    <w:rPr>
      <w:rFonts w:cs="Times New Roman (Body CS)"/>
      <w:caps/>
      <w:noProof/>
      <w:color w:val="110227" w:themeColor="accent2" w:themeShade="1A"/>
      <w:spacing w:val="10"/>
      <w:sz w:val="24"/>
      <w:lang w:val="en-GB" w:eastAsia="en-GB"/>
    </w:rPr>
  </w:style>
  <w:style w:type="paragraph" w:customStyle="1" w:styleId="CheckMarks">
    <w:name w:val="Check Marks"/>
    <w:basedOn w:val="Normal"/>
    <w:qFormat/>
    <w:rsid w:val="00DB2EDA"/>
    <w:pPr>
      <w:spacing w:after="0"/>
    </w:pPr>
    <w:rPr>
      <w:rFonts w:eastAsia="MS Gothic" w:cs="Times New Roman (Body CS)"/>
      <w:b/>
      <w:color w:val="37A7E9" w:themeColor="accent6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ox5\AppData\Roaming\Microsoft\Templates\Homework%20tips%20checkli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818EDC82C0442CF8BBFB6AB99D24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F2470F-32F9-455D-8967-D13AE1AFDCE1}"/>
      </w:docPartPr>
      <w:docPartBody>
        <w:p w:rsidR="00DD5F6F" w:rsidRDefault="006E0785">
          <w:pPr>
            <w:pStyle w:val="8818EDC82C0442CF8BBFB6AB99D2481F"/>
          </w:pPr>
          <w:r w:rsidRPr="000A542B">
            <w:rPr>
              <w:rStyle w:val="TitleChar"/>
            </w:rPr>
            <w:t>Homework Tips Checklist for Parents</w:t>
          </w:r>
        </w:p>
      </w:docPartBody>
    </w:docPart>
    <w:docPart>
      <w:docPartPr>
        <w:name w:val="10D842CE87BE4337B5F3A0B5737B9B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581895-385B-4B8A-BF65-4E960B5CEA79}"/>
      </w:docPartPr>
      <w:docPartBody>
        <w:p w:rsidR="00DD5F6F" w:rsidRDefault="006E0785">
          <w:pPr>
            <w:pStyle w:val="10D842CE87BE4337B5F3A0B5737B9B1B"/>
          </w:pPr>
          <w:r w:rsidRPr="000A542B">
            <w:t>Use this checklist to help your children do their homework easily and stress free.</w:t>
          </w:r>
        </w:p>
      </w:docPartBody>
    </w:docPart>
    <w:docPart>
      <w:docPartPr>
        <w:name w:val="24F7FD1C015C4DC2A589EDAA0B33C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91F88E-9346-4BC7-B616-2E85D360D678}"/>
      </w:docPartPr>
      <w:docPartBody>
        <w:p w:rsidR="00DD5F6F" w:rsidRDefault="006E0785">
          <w:pPr>
            <w:pStyle w:val="24F7FD1C015C4DC2A589EDAA0B33CA21"/>
          </w:pPr>
          <w:r w:rsidRPr="000A542B">
            <w:t>Set up the environment</w:t>
          </w:r>
        </w:p>
      </w:docPartBody>
    </w:docPart>
    <w:docPart>
      <w:docPartPr>
        <w:name w:val="B9F7C611B696406BB412DB99523412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C333F-CBD2-4D75-B828-B35375C65A62}"/>
      </w:docPartPr>
      <w:docPartBody>
        <w:p w:rsidR="00DD5F6F" w:rsidRDefault="006E0785">
          <w:pPr>
            <w:pStyle w:val="B9F7C611B696406BB412DB9952341252"/>
          </w:pPr>
          <w:r w:rsidRPr="000A542B">
            <w:t>Manage homework time</w:t>
          </w:r>
        </w:p>
      </w:docPartBody>
    </w:docPart>
    <w:docPart>
      <w:docPartPr>
        <w:name w:val="6A4FF1E6F19946559551C8F905E13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F217F-576A-4992-8ABE-9C950B9223F8}"/>
      </w:docPartPr>
      <w:docPartBody>
        <w:p w:rsidR="00DD5F6F" w:rsidRDefault="006E0785">
          <w:pPr>
            <w:pStyle w:val="6A4FF1E6F19946559551C8F905E13B60"/>
          </w:pPr>
          <w:r w:rsidRPr="000A542B">
            <w:t>Establish a routine to help establish good study habits.</w:t>
          </w:r>
        </w:p>
      </w:docPartBody>
    </w:docPart>
    <w:docPart>
      <w:docPartPr>
        <w:name w:val="DD3077058B35411B8469C765E2A7AF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5ABA0D-0643-42C4-98EE-E9E89D7A2EBF}"/>
      </w:docPartPr>
      <w:docPartBody>
        <w:p w:rsidR="00DD5F6F" w:rsidRDefault="006E0785">
          <w:pPr>
            <w:pStyle w:val="DD3077058B35411B8469C765E2A7AF78"/>
          </w:pPr>
          <w:r w:rsidRPr="000A542B">
            <w:t>Stay close to monitor and be available to help with homework.</w:t>
          </w:r>
        </w:p>
      </w:docPartBody>
    </w:docPart>
    <w:docPart>
      <w:docPartPr>
        <w:name w:val="4F1B68A2BBE44D37A375F7DB7F88F6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9AB0AC-AAE7-4920-ADDE-69BE34B2DCF7}"/>
      </w:docPartPr>
      <w:docPartBody>
        <w:p w:rsidR="00DD5F6F" w:rsidRDefault="006E0785">
          <w:pPr>
            <w:pStyle w:val="4F1B68A2BBE44D37A375F7DB7F88F603"/>
          </w:pPr>
          <w:r w:rsidRPr="000A542B">
            <w:t>Help create an atmosphere of study – do paperwork, study, or read during homework time.</w:t>
          </w:r>
        </w:p>
      </w:docPartBody>
    </w:docPart>
    <w:docPart>
      <w:docPartPr>
        <w:name w:val="893784BD75CF4E7F8739AD58AA4C3F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4D9F5D-50E8-4703-81B1-21577D9AAA28}"/>
      </w:docPartPr>
      <w:docPartBody>
        <w:p w:rsidR="00481CEE" w:rsidRDefault="00191057" w:rsidP="00191057">
          <w:pPr>
            <w:pStyle w:val="893784BD75CF4E7F8739AD58AA4C3F49"/>
          </w:pPr>
          <w:r w:rsidRPr="00007525">
            <w:t>Designate a study area – quiet, well-lit and private. Not too hot or too cold.</w:t>
          </w:r>
        </w:p>
      </w:docPartBody>
    </w:docPart>
    <w:docPart>
      <w:docPartPr>
        <w:name w:val="CD07ED088DE747EABCEEB6F9E3BD2E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872D22-FEA6-417A-9D50-97E99197D094}"/>
      </w:docPartPr>
      <w:docPartBody>
        <w:p w:rsidR="00481CEE" w:rsidRDefault="00191057" w:rsidP="00191057">
          <w:pPr>
            <w:pStyle w:val="CD07ED088DE747EABCEEB6F9E3BD2E0B"/>
          </w:pPr>
          <w:r w:rsidRPr="00007525">
            <w:t>Provide water or non-sugary drinks and healthy snacks – studying is hard work!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icrosoft Office Preview Font">
    <w:charset w:val="00"/>
    <w:family w:val="swiss"/>
    <w:pitch w:val="variable"/>
    <w:sig w:usb0="00000003" w:usb1="02000000" w:usb2="00000000" w:usb3="00000000" w:csb0="00000001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ZBManuscript">
    <w:charset w:val="00"/>
    <w:family w:val="auto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825C6"/>
    <w:multiLevelType w:val="hybridMultilevel"/>
    <w:tmpl w:val="6714F030"/>
    <w:lvl w:ilvl="0" w:tplc="92ECF5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 w16cid:durableId="2061241272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785"/>
    <w:rsid w:val="00191057"/>
    <w:rsid w:val="0022001E"/>
    <w:rsid w:val="00481CEE"/>
    <w:rsid w:val="00573F02"/>
    <w:rsid w:val="006E0785"/>
    <w:rsid w:val="0085702A"/>
    <w:rsid w:val="00857B61"/>
    <w:rsid w:val="00BE14DA"/>
    <w:rsid w:val="00DA4D6E"/>
    <w:rsid w:val="00DD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3"/>
    <w:next w:val="Normal"/>
    <w:link w:val="TitleChar"/>
    <w:uiPriority w:val="10"/>
    <w:qFormat/>
    <w:pPr>
      <w:keepNext w:val="0"/>
      <w:keepLines w:val="0"/>
      <w:spacing w:before="60" w:after="280" w:line="240" w:lineRule="auto"/>
    </w:pPr>
    <w:rPr>
      <w:rFonts w:eastAsiaTheme="minorHAnsi" w:cs="Times New Roman (Body CS)"/>
      <w:caps/>
      <w:noProof/>
      <w:color w:val="190A02" w:themeColor="accent2" w:themeShade="1A"/>
      <w:spacing w:val="20"/>
      <w:kern w:val="0"/>
      <w:sz w:val="56"/>
      <w:szCs w:val="36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inorHAnsi" w:hAnsiTheme="majorHAnsi" w:cs="Times New Roman (Body CS)"/>
      <w:caps/>
      <w:noProof/>
      <w:color w:val="190A02" w:themeColor="accent2" w:themeShade="1A"/>
      <w:spacing w:val="20"/>
      <w:kern w:val="0"/>
      <w:sz w:val="56"/>
      <w:szCs w:val="36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customStyle="1" w:styleId="8818EDC82C0442CF8BBFB6AB99D2481F">
    <w:name w:val="8818EDC82C0442CF8BBFB6AB99D2481F"/>
  </w:style>
  <w:style w:type="paragraph" w:customStyle="1" w:styleId="10D842CE87BE4337B5F3A0B5737B9B1B">
    <w:name w:val="10D842CE87BE4337B5F3A0B5737B9B1B"/>
  </w:style>
  <w:style w:type="paragraph" w:customStyle="1" w:styleId="24F7FD1C015C4DC2A589EDAA0B33CA21">
    <w:name w:val="24F7FD1C015C4DC2A589EDAA0B33CA21"/>
  </w:style>
  <w:style w:type="paragraph" w:customStyle="1" w:styleId="B9F7C611B696406BB412DB9952341252">
    <w:name w:val="B9F7C611B696406BB412DB9952341252"/>
  </w:style>
  <w:style w:type="paragraph" w:customStyle="1" w:styleId="6A4FF1E6F19946559551C8F905E13B60">
    <w:name w:val="6A4FF1E6F19946559551C8F905E13B60"/>
  </w:style>
  <w:style w:type="paragraph" w:customStyle="1" w:styleId="DD3077058B35411B8469C765E2A7AF78">
    <w:name w:val="DD3077058B35411B8469C765E2A7AF78"/>
  </w:style>
  <w:style w:type="paragraph" w:customStyle="1" w:styleId="4F1B68A2BBE44D37A375F7DB7F88F603">
    <w:name w:val="4F1B68A2BBE44D37A375F7DB7F88F603"/>
  </w:style>
  <w:style w:type="paragraph" w:customStyle="1" w:styleId="893784BD75CF4E7F8739AD58AA4C3F49">
    <w:name w:val="893784BD75CF4E7F8739AD58AA4C3F49"/>
    <w:rsid w:val="00191057"/>
    <w:pPr>
      <w:spacing w:line="278" w:lineRule="auto"/>
    </w:pPr>
    <w:rPr>
      <w:sz w:val="24"/>
      <w:szCs w:val="24"/>
    </w:rPr>
  </w:style>
  <w:style w:type="paragraph" w:customStyle="1" w:styleId="CD07ED088DE747EABCEEB6F9E3BD2E0B">
    <w:name w:val="CD07ED088DE747EABCEEB6F9E3BD2E0B"/>
    <w:rsid w:val="00191057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TM44695686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F8F9F3"/>
      </a:accent1>
      <a:accent2>
        <a:srgbClr val="C8A6F9"/>
      </a:accent2>
      <a:accent3>
        <a:srgbClr val="E2F0CD"/>
      </a:accent3>
      <a:accent4>
        <a:srgbClr val="E0DEED"/>
      </a:accent4>
      <a:accent5>
        <a:srgbClr val="E9C2D0"/>
      </a:accent5>
      <a:accent6>
        <a:srgbClr val="8FCEF3"/>
      </a:accent6>
      <a:hlink>
        <a:srgbClr val="0563C1"/>
      </a:hlink>
      <a:folHlink>
        <a:srgbClr val="954F72"/>
      </a:folHlink>
    </a:clrScheme>
    <a:fontScheme name="Custom 5">
      <a:majorFont>
        <a:latin typeface="Rockwell"/>
        <a:ea typeface=""/>
        <a:cs typeface=""/>
      </a:majorFont>
      <a:minorFont>
        <a:latin typeface="Gill Sans M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07DFA7-8DCF-4009-99BE-69020485D1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878E68-F6C2-4EB9-98E1-3D8369D6FC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3.xml><?xml version="1.0" encoding="utf-8"?>
<ds:datastoreItem xmlns:ds="http://schemas.openxmlformats.org/officeDocument/2006/customXml" ds:itemID="{C013890F-9675-4BC3-97A9-8BF3832D25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221267-6E61-40A5-BEA6-3CD64F7E14C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Homework tips checklist</Template>
  <TotalTime>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2023-06-12T15:31:00Z</dcterms:created>
  <dcterms:modified xsi:type="dcterms:W3CDTF">2025-07-22T13:49:00Z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